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A7870" w14:textId="77777777" w:rsidR="009E0D57" w:rsidRPr="00E416F2" w:rsidRDefault="00D54121" w:rsidP="00383398">
      <w:pPr>
        <w:pStyle w:val="10"/>
        <w:suppressAutoHyphens/>
        <w:rPr>
          <w:iCs/>
          <w:caps w:val="0"/>
          <w:kern w:val="0"/>
          <w:sz w:val="24"/>
          <w:szCs w:val="24"/>
        </w:rPr>
      </w:pPr>
      <w:bookmarkStart w:id="0" w:name="_Toc128666459"/>
      <w:r w:rsidRPr="00D54121">
        <w:rPr>
          <w:iCs/>
          <w:caps w:val="0"/>
          <w:kern w:val="0"/>
          <w:sz w:val="24"/>
          <w:szCs w:val="24"/>
        </w:rPr>
        <w:t>Отчет об Итоговых нетто-обязательствах / Итоговых нетто-требованиях</w:t>
      </w:r>
      <w:r w:rsidR="003B2F47" w:rsidRPr="003B2F47">
        <w:rPr>
          <w:iCs/>
          <w:caps w:val="0"/>
          <w:kern w:val="0"/>
          <w:sz w:val="24"/>
          <w:szCs w:val="24"/>
        </w:rPr>
        <w:t xml:space="preserve"> (ССХ</w:t>
      </w:r>
      <w:r w:rsidR="00CF7A17">
        <w:rPr>
          <w:iCs/>
          <w:caps w:val="0"/>
          <w:kern w:val="0"/>
          <w:sz w:val="24"/>
          <w:szCs w:val="24"/>
        </w:rPr>
        <w:t>0</w:t>
      </w:r>
      <w:r w:rsidRPr="00DE28A9">
        <w:rPr>
          <w:iCs/>
          <w:caps w:val="0"/>
          <w:kern w:val="0"/>
          <w:sz w:val="24"/>
          <w:szCs w:val="24"/>
        </w:rPr>
        <w:t>4</w:t>
      </w:r>
      <w:r w:rsidR="003B2F47" w:rsidRPr="003B2F47">
        <w:rPr>
          <w:iCs/>
          <w:caps w:val="0"/>
          <w:kern w:val="0"/>
          <w:sz w:val="24"/>
          <w:szCs w:val="24"/>
        </w:rPr>
        <w:t xml:space="preserve">) </w:t>
      </w:r>
      <w:r w:rsidR="009E0D57" w:rsidRPr="00E416F2">
        <w:rPr>
          <w:iCs/>
          <w:caps w:val="0"/>
          <w:kern w:val="0"/>
          <w:sz w:val="24"/>
          <w:szCs w:val="24"/>
        </w:rPr>
        <w:t>(печатная форма)</w:t>
      </w:r>
    </w:p>
    <w:p w14:paraId="0DAB611E" w14:textId="77777777" w:rsidR="008C3897" w:rsidRPr="00E416F2" w:rsidRDefault="008C3897" w:rsidP="008C3897"/>
    <w:p w14:paraId="02B97C44" w14:textId="77777777" w:rsidR="00D54121" w:rsidRPr="00DE28A9" w:rsidRDefault="00D54121" w:rsidP="00D54121">
      <w:pPr>
        <w:pStyle w:val="Text"/>
        <w:jc w:val="left"/>
        <w:rPr>
          <w:b/>
          <w:sz w:val="18"/>
          <w:szCs w:val="18"/>
        </w:rPr>
      </w:pPr>
      <w:bookmarkStart w:id="1" w:name="_Toc128666460"/>
      <w:bookmarkEnd w:id="0"/>
      <w:r w:rsidRPr="00DE28A9">
        <w:rPr>
          <w:sz w:val="18"/>
          <w:szCs w:val="18"/>
        </w:rPr>
        <w:t>Дата и Время формирования отчета &lt;Дата&gt; &lt;Время&gt;</w:t>
      </w:r>
    </w:p>
    <w:p w14:paraId="20E0F14E" w14:textId="7931CC09" w:rsidR="00C9484F" w:rsidRPr="00790846" w:rsidRDefault="00C9484F" w:rsidP="00C9484F">
      <w:pPr>
        <w:pStyle w:val="Text"/>
        <w:rPr>
          <w:b/>
          <w:sz w:val="18"/>
          <w:szCs w:val="18"/>
        </w:rPr>
      </w:pPr>
      <w:r w:rsidRPr="0049140D">
        <w:rPr>
          <w:sz w:val="18"/>
          <w:szCs w:val="18"/>
        </w:rPr>
        <w:t>НКО ЦК</w:t>
      </w:r>
      <w:r w:rsidR="006C18BD">
        <w:rPr>
          <w:sz w:val="18"/>
          <w:szCs w:val="18"/>
        </w:rPr>
        <w:t xml:space="preserve"> </w:t>
      </w:r>
      <w:r w:rsidR="00BB0BB6" w:rsidRPr="00BB0BB6">
        <w:rPr>
          <w:sz w:val="18"/>
          <w:szCs w:val="18"/>
        </w:rPr>
        <w:t>"</w:t>
      </w:r>
      <w:r w:rsidR="006C18BD">
        <w:rPr>
          <w:sz w:val="18"/>
          <w:szCs w:val="18"/>
        </w:rPr>
        <w:t>ЭФИР</w:t>
      </w:r>
      <w:r w:rsidR="00BB0BB6" w:rsidRPr="00BB0BB6">
        <w:rPr>
          <w:sz w:val="18"/>
          <w:szCs w:val="18"/>
        </w:rPr>
        <w:t>"</w:t>
      </w:r>
      <w:r w:rsidRPr="0049140D">
        <w:rPr>
          <w:sz w:val="18"/>
          <w:szCs w:val="18"/>
        </w:rPr>
        <w:t xml:space="preserve"> (АО)</w:t>
      </w:r>
    </w:p>
    <w:p w14:paraId="70960471" w14:textId="77777777" w:rsidR="00D54121" w:rsidRPr="00DE28A9" w:rsidRDefault="00D54121" w:rsidP="00D54121">
      <w:pPr>
        <w:pStyle w:val="Text"/>
        <w:spacing w:before="120"/>
        <w:jc w:val="center"/>
        <w:rPr>
          <w:b/>
          <w:sz w:val="18"/>
          <w:szCs w:val="18"/>
        </w:rPr>
      </w:pPr>
      <w:r w:rsidRPr="00DE28A9">
        <w:rPr>
          <w:b/>
          <w:sz w:val="18"/>
          <w:szCs w:val="18"/>
        </w:rPr>
        <w:t>ОТЧЕТ ОБ ИТОГОВЫХ НЕТТО-ОБЯЗАТЕЛЬСТВАХ / ИТОГОВЫХ НЕТТО-ТРЕБОВАНИЯХ</w:t>
      </w:r>
    </w:p>
    <w:p w14:paraId="4635625B" w14:textId="77777777" w:rsidR="00D54121" w:rsidRPr="00DE28A9" w:rsidRDefault="00D54121" w:rsidP="00D54121">
      <w:pPr>
        <w:pStyle w:val="Text"/>
        <w:spacing w:before="120"/>
        <w:jc w:val="left"/>
        <w:rPr>
          <w:sz w:val="18"/>
          <w:szCs w:val="18"/>
        </w:rPr>
      </w:pPr>
    </w:p>
    <w:p w14:paraId="090B07EA" w14:textId="77777777" w:rsidR="00D54121" w:rsidRPr="00DE28A9" w:rsidRDefault="00D54121" w:rsidP="00D54121">
      <w:pPr>
        <w:pStyle w:val="Text"/>
        <w:spacing w:before="120"/>
        <w:jc w:val="left"/>
        <w:rPr>
          <w:sz w:val="18"/>
          <w:szCs w:val="18"/>
        </w:rPr>
      </w:pPr>
      <w:r w:rsidRPr="00DE28A9">
        <w:rPr>
          <w:sz w:val="18"/>
          <w:szCs w:val="18"/>
        </w:rPr>
        <w:t>Дата, за которую сформирован отчет: &lt;Дата&gt;</w:t>
      </w:r>
    </w:p>
    <w:p w14:paraId="073B6118" w14:textId="77777777" w:rsidR="00D54121" w:rsidRPr="00CB2FDE" w:rsidRDefault="006B7861" w:rsidP="00D54121">
      <w:pPr>
        <w:pStyle w:val="Text"/>
        <w:rPr>
          <w:sz w:val="18"/>
          <w:szCs w:val="18"/>
        </w:rPr>
      </w:pPr>
      <w:r>
        <w:rPr>
          <w:sz w:val="18"/>
          <w:szCs w:val="18"/>
        </w:rPr>
        <w:t>Клиринговый код</w:t>
      </w:r>
      <w:r w:rsidRPr="00DE28A9">
        <w:rPr>
          <w:sz w:val="18"/>
          <w:szCs w:val="18"/>
        </w:rPr>
        <w:t xml:space="preserve"> </w:t>
      </w:r>
      <w:r w:rsidR="00D54121" w:rsidRPr="00DE28A9">
        <w:rPr>
          <w:sz w:val="18"/>
          <w:szCs w:val="18"/>
        </w:rPr>
        <w:t xml:space="preserve">Участника клиринга: </w:t>
      </w:r>
      <w:r w:rsidR="00CB2FDE" w:rsidRPr="00595338">
        <w:rPr>
          <w:sz w:val="18"/>
          <w:szCs w:val="18"/>
        </w:rPr>
        <w:t>&lt;</w:t>
      </w:r>
      <w:r w:rsidR="00CB2FDE">
        <w:rPr>
          <w:sz w:val="18"/>
          <w:szCs w:val="18"/>
        </w:rPr>
        <w:t>Клиринговый код</w:t>
      </w:r>
      <w:r w:rsidR="00CB2FDE" w:rsidRPr="00DE28A9">
        <w:rPr>
          <w:sz w:val="18"/>
          <w:szCs w:val="18"/>
        </w:rPr>
        <w:t xml:space="preserve"> Участника клиринга</w:t>
      </w:r>
      <w:r w:rsidR="00CB2FDE" w:rsidRPr="00595338">
        <w:rPr>
          <w:sz w:val="18"/>
          <w:szCs w:val="18"/>
        </w:rPr>
        <w:t>&gt;</w:t>
      </w:r>
    </w:p>
    <w:p w14:paraId="0C089B55" w14:textId="77777777" w:rsidR="00D54121" w:rsidRPr="00CB2FDE" w:rsidRDefault="00D54121" w:rsidP="00D54121">
      <w:pPr>
        <w:pStyle w:val="Text"/>
        <w:rPr>
          <w:sz w:val="18"/>
          <w:szCs w:val="18"/>
        </w:rPr>
      </w:pPr>
      <w:r w:rsidRPr="00DE28A9">
        <w:rPr>
          <w:sz w:val="18"/>
          <w:szCs w:val="18"/>
        </w:rPr>
        <w:t>Наименование Участника клиринга:</w:t>
      </w:r>
      <w:r w:rsidR="00CB2FDE" w:rsidRPr="00595338">
        <w:rPr>
          <w:sz w:val="18"/>
          <w:szCs w:val="18"/>
        </w:rPr>
        <w:t xml:space="preserve"> &lt;</w:t>
      </w:r>
      <w:r w:rsidR="00CB2FDE" w:rsidRPr="00DE28A9">
        <w:rPr>
          <w:sz w:val="18"/>
          <w:szCs w:val="18"/>
        </w:rPr>
        <w:t>Наименование Участника клиринга</w:t>
      </w:r>
      <w:r w:rsidR="00CB2FDE" w:rsidRPr="00595338">
        <w:rPr>
          <w:sz w:val="18"/>
          <w:szCs w:val="18"/>
        </w:rPr>
        <w:t>&gt;</w:t>
      </w:r>
    </w:p>
    <w:p w14:paraId="413BB58A" w14:textId="77777777" w:rsidR="00D54121" w:rsidRPr="00DE28A9" w:rsidRDefault="00D54121" w:rsidP="00D54121">
      <w:pPr>
        <w:pStyle w:val="Text"/>
        <w:rPr>
          <w:sz w:val="18"/>
          <w:szCs w:val="18"/>
        </w:rPr>
      </w:pPr>
    </w:p>
    <w:p w14:paraId="2AB048AC" w14:textId="77777777" w:rsidR="007E7EE5" w:rsidRPr="0090010E" w:rsidRDefault="007E7EE5" w:rsidP="007E7EE5">
      <w:pPr>
        <w:pStyle w:val="Text"/>
        <w:rPr>
          <w:rStyle w:val="affff2"/>
          <w:sz w:val="18"/>
          <w:szCs w:val="18"/>
        </w:rPr>
      </w:pPr>
      <w:r>
        <w:rPr>
          <w:b/>
          <w:bCs/>
          <w:sz w:val="18"/>
          <w:szCs w:val="18"/>
        </w:rPr>
        <w:t>ТКР</w:t>
      </w:r>
      <w:r w:rsidRPr="0090010E">
        <w:rPr>
          <w:b/>
          <w:bCs/>
          <w:sz w:val="18"/>
          <w:szCs w:val="18"/>
        </w:rPr>
        <w:t>: &lt;ТКР&gt;</w:t>
      </w:r>
    </w:p>
    <w:p w14:paraId="47E0CAA5" w14:textId="77777777" w:rsidR="007E7EE5" w:rsidRPr="0090010E" w:rsidRDefault="007E7EE5" w:rsidP="007E7EE5">
      <w:pPr>
        <w:pStyle w:val="Text"/>
        <w:tabs>
          <w:tab w:val="clear" w:pos="9356"/>
          <w:tab w:val="left" w:pos="2505"/>
        </w:tabs>
        <w:rPr>
          <w:sz w:val="18"/>
          <w:szCs w:val="18"/>
        </w:rPr>
      </w:pPr>
      <w:r w:rsidRPr="0090010E">
        <w:rPr>
          <w:sz w:val="18"/>
          <w:szCs w:val="18"/>
        </w:rPr>
        <w:tab/>
      </w:r>
    </w:p>
    <w:p w14:paraId="15CB05D1" w14:textId="77777777" w:rsidR="007E7EE5" w:rsidRPr="0090010E" w:rsidRDefault="007E7EE5" w:rsidP="007E7EE5">
      <w:pPr>
        <w:pStyle w:val="Text"/>
        <w:rPr>
          <w:sz w:val="18"/>
          <w:szCs w:val="18"/>
        </w:rPr>
      </w:pPr>
      <w:r w:rsidRPr="0090010E">
        <w:rPr>
          <w:sz w:val="18"/>
          <w:szCs w:val="18"/>
        </w:rPr>
        <w:t xml:space="preserve">Наименование валюты лота: </w:t>
      </w:r>
      <w:r w:rsidRPr="0090010E">
        <w:rPr>
          <w:b/>
          <w:bCs/>
          <w:sz w:val="18"/>
          <w:szCs w:val="18"/>
        </w:rPr>
        <w:t>&lt;</w:t>
      </w:r>
      <w:r w:rsidRPr="0090010E">
        <w:rPr>
          <w:sz w:val="18"/>
          <w:szCs w:val="18"/>
        </w:rPr>
        <w:t>Наименование валюты лота</w:t>
      </w:r>
      <w:r w:rsidRPr="0090010E">
        <w:rPr>
          <w:b/>
          <w:bCs/>
          <w:sz w:val="18"/>
          <w:szCs w:val="18"/>
        </w:rPr>
        <w:t>&gt;</w:t>
      </w:r>
    </w:p>
    <w:p w14:paraId="28AAEFA7" w14:textId="77777777" w:rsidR="00D54121" w:rsidRPr="00DE28A9" w:rsidRDefault="00D54121" w:rsidP="00D54121">
      <w:pPr>
        <w:rPr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3261"/>
        <w:gridCol w:w="3402"/>
      </w:tblGrid>
      <w:tr w:rsidR="00D54121" w:rsidRPr="00D54121" w14:paraId="722C4D23" w14:textId="77777777" w:rsidTr="00BB0E41">
        <w:tc>
          <w:tcPr>
            <w:tcW w:w="3969" w:type="dxa"/>
            <w:shd w:val="clear" w:color="auto" w:fill="auto"/>
          </w:tcPr>
          <w:p w14:paraId="40B8B382" w14:textId="77777777" w:rsidR="00D54121" w:rsidRPr="00DE28A9" w:rsidRDefault="00D54121" w:rsidP="00BB0E41">
            <w:pPr>
              <w:pStyle w:val="Text"/>
              <w:jc w:val="center"/>
              <w:rPr>
                <w:rStyle w:val="affff2"/>
                <w:rFonts w:eastAsia="Calibri"/>
                <w:b w:val="0"/>
                <w:sz w:val="18"/>
                <w:szCs w:val="18"/>
              </w:rPr>
            </w:pPr>
            <w:r w:rsidRPr="00DE28A9">
              <w:rPr>
                <w:rFonts w:eastAsia="Calibri"/>
                <w:sz w:val="18"/>
                <w:szCs w:val="18"/>
              </w:rPr>
              <w:t>Тип обязательства</w:t>
            </w:r>
          </w:p>
        </w:tc>
        <w:tc>
          <w:tcPr>
            <w:tcW w:w="3261" w:type="dxa"/>
            <w:shd w:val="clear" w:color="auto" w:fill="auto"/>
          </w:tcPr>
          <w:p w14:paraId="08CB53E7" w14:textId="77777777" w:rsidR="00D54121" w:rsidRPr="00DE28A9" w:rsidRDefault="00D54121" w:rsidP="00BB0E41">
            <w:pPr>
              <w:pStyle w:val="Text"/>
              <w:jc w:val="center"/>
              <w:rPr>
                <w:rStyle w:val="affff2"/>
                <w:rFonts w:eastAsia="Calibri"/>
                <w:b w:val="0"/>
                <w:sz w:val="18"/>
                <w:szCs w:val="18"/>
              </w:rPr>
            </w:pPr>
            <w:r w:rsidRPr="00DE28A9">
              <w:rPr>
                <w:rFonts w:eastAsia="Calibri"/>
                <w:sz w:val="18"/>
                <w:szCs w:val="18"/>
              </w:rPr>
              <w:t>Обязательство</w:t>
            </w:r>
          </w:p>
        </w:tc>
        <w:tc>
          <w:tcPr>
            <w:tcW w:w="3402" w:type="dxa"/>
            <w:shd w:val="clear" w:color="auto" w:fill="auto"/>
          </w:tcPr>
          <w:p w14:paraId="7B5E77F1" w14:textId="77777777" w:rsidR="00D54121" w:rsidRPr="00DE28A9" w:rsidRDefault="00D54121" w:rsidP="00BB0E41">
            <w:pPr>
              <w:pStyle w:val="Text"/>
              <w:jc w:val="center"/>
              <w:rPr>
                <w:rStyle w:val="affff2"/>
                <w:rFonts w:eastAsia="Calibri"/>
                <w:b w:val="0"/>
                <w:sz w:val="18"/>
                <w:szCs w:val="18"/>
              </w:rPr>
            </w:pPr>
            <w:r w:rsidRPr="00DE28A9">
              <w:rPr>
                <w:rFonts w:eastAsia="Calibri"/>
                <w:sz w:val="18"/>
                <w:szCs w:val="18"/>
              </w:rPr>
              <w:t>Требование</w:t>
            </w:r>
          </w:p>
        </w:tc>
      </w:tr>
      <w:tr w:rsidR="00D54121" w:rsidRPr="00D54121" w14:paraId="29C26F1D" w14:textId="77777777" w:rsidTr="00BB0E41">
        <w:tc>
          <w:tcPr>
            <w:tcW w:w="3969" w:type="dxa"/>
            <w:shd w:val="clear" w:color="auto" w:fill="auto"/>
          </w:tcPr>
          <w:p w14:paraId="289829D5" w14:textId="77777777" w:rsidR="00D54121" w:rsidRPr="00DE28A9" w:rsidRDefault="00D54121" w:rsidP="00BB0E41">
            <w:pPr>
              <w:pStyle w:val="Text"/>
              <w:rPr>
                <w:rStyle w:val="affff2"/>
                <w:rFonts w:eastAsia="Calibri"/>
                <w:b w:val="0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</w:tcPr>
          <w:p w14:paraId="70899C6E" w14:textId="77777777" w:rsidR="00D54121" w:rsidRPr="00DE28A9" w:rsidRDefault="00D54121" w:rsidP="00BB0E41">
            <w:pPr>
              <w:pStyle w:val="Text"/>
              <w:rPr>
                <w:rStyle w:val="affff2"/>
                <w:rFonts w:eastAsia="Calibri"/>
                <w:b w:val="0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6A430FCF" w14:textId="77777777" w:rsidR="00D54121" w:rsidRPr="00DE28A9" w:rsidRDefault="00D54121" w:rsidP="00BB0E41">
            <w:pPr>
              <w:pStyle w:val="Text"/>
              <w:rPr>
                <w:rStyle w:val="affff2"/>
                <w:rFonts w:eastAsia="Calibri"/>
                <w:b w:val="0"/>
                <w:sz w:val="18"/>
                <w:szCs w:val="18"/>
              </w:rPr>
            </w:pPr>
          </w:p>
        </w:tc>
      </w:tr>
      <w:tr w:rsidR="00D54121" w:rsidRPr="00D54121" w14:paraId="2901BA09" w14:textId="77777777" w:rsidTr="00BB0E41">
        <w:tc>
          <w:tcPr>
            <w:tcW w:w="3969" w:type="dxa"/>
            <w:shd w:val="clear" w:color="auto" w:fill="auto"/>
          </w:tcPr>
          <w:p w14:paraId="232D6921" w14:textId="77777777" w:rsidR="00D54121" w:rsidRPr="00DE28A9" w:rsidRDefault="00D54121" w:rsidP="00BB0E41">
            <w:pPr>
              <w:pStyle w:val="Text"/>
              <w:rPr>
                <w:rStyle w:val="affff2"/>
                <w:rFonts w:eastAsia="Calibri"/>
                <w:b w:val="0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</w:tcPr>
          <w:p w14:paraId="2026D64E" w14:textId="77777777" w:rsidR="00D54121" w:rsidRPr="00DE28A9" w:rsidRDefault="00D54121" w:rsidP="00BB0E41">
            <w:pPr>
              <w:pStyle w:val="Text"/>
              <w:rPr>
                <w:rStyle w:val="affff2"/>
                <w:rFonts w:eastAsia="Calibri"/>
                <w:b w:val="0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0CF83479" w14:textId="77777777" w:rsidR="00D54121" w:rsidRPr="00DE28A9" w:rsidRDefault="00D54121" w:rsidP="00BB0E41">
            <w:pPr>
              <w:pStyle w:val="Text"/>
              <w:rPr>
                <w:rStyle w:val="affff2"/>
                <w:rFonts w:eastAsia="Calibri"/>
                <w:b w:val="0"/>
                <w:sz w:val="18"/>
                <w:szCs w:val="18"/>
              </w:rPr>
            </w:pPr>
          </w:p>
        </w:tc>
      </w:tr>
      <w:tr w:rsidR="00D54121" w:rsidRPr="00D54121" w14:paraId="4EBF1645" w14:textId="77777777" w:rsidTr="00BB0E41">
        <w:tc>
          <w:tcPr>
            <w:tcW w:w="3969" w:type="dxa"/>
            <w:shd w:val="clear" w:color="auto" w:fill="auto"/>
          </w:tcPr>
          <w:p w14:paraId="424AA7F6" w14:textId="663044F7" w:rsidR="00D54121" w:rsidRPr="00DE28A9" w:rsidRDefault="00FA5956" w:rsidP="00BB0E41">
            <w:pPr>
              <w:pStyle w:val="Text"/>
              <w:rPr>
                <w:rStyle w:val="affff2"/>
                <w:rFonts w:eastAsia="Calibri"/>
                <w:b w:val="0"/>
                <w:sz w:val="18"/>
                <w:szCs w:val="18"/>
              </w:rPr>
            </w:pPr>
            <w:r w:rsidRPr="00DE28A9">
              <w:rPr>
                <w:rFonts w:eastAsia="Calibri"/>
                <w:sz w:val="18"/>
                <w:szCs w:val="18"/>
              </w:rPr>
              <w:t>Итоговое нетто-обязательство / Итоговое нетто-требование</w:t>
            </w:r>
            <w:r>
              <w:rPr>
                <w:rFonts w:eastAsia="Calibri"/>
                <w:sz w:val="18"/>
                <w:szCs w:val="18"/>
              </w:rPr>
              <w:t xml:space="preserve"> из предыдущего отчета</w:t>
            </w:r>
          </w:p>
        </w:tc>
        <w:tc>
          <w:tcPr>
            <w:tcW w:w="3261" w:type="dxa"/>
            <w:shd w:val="clear" w:color="auto" w:fill="auto"/>
          </w:tcPr>
          <w:p w14:paraId="451A6727" w14:textId="77777777" w:rsidR="00D54121" w:rsidRPr="00FA5956" w:rsidRDefault="00D54121" w:rsidP="00BB0E41">
            <w:pPr>
              <w:pStyle w:val="Text"/>
              <w:rPr>
                <w:rStyle w:val="affff2"/>
                <w:rFonts w:eastAsia="Calibri"/>
                <w:b w:val="0"/>
                <w:sz w:val="18"/>
                <w:szCs w:val="18"/>
                <w:lang w:val="en-US"/>
              </w:rPr>
            </w:pPr>
          </w:p>
        </w:tc>
        <w:tc>
          <w:tcPr>
            <w:tcW w:w="3402" w:type="dxa"/>
            <w:shd w:val="clear" w:color="auto" w:fill="auto"/>
          </w:tcPr>
          <w:p w14:paraId="20F41464" w14:textId="77777777" w:rsidR="00D54121" w:rsidRPr="00DE28A9" w:rsidRDefault="00D54121" w:rsidP="00BB0E41">
            <w:pPr>
              <w:pStyle w:val="Text"/>
              <w:rPr>
                <w:rStyle w:val="affff2"/>
                <w:rFonts w:eastAsia="Calibri"/>
                <w:b w:val="0"/>
                <w:sz w:val="18"/>
                <w:szCs w:val="18"/>
              </w:rPr>
            </w:pPr>
          </w:p>
        </w:tc>
      </w:tr>
      <w:tr w:rsidR="00D54121" w:rsidRPr="00D54121" w14:paraId="5814399D" w14:textId="77777777" w:rsidTr="00BB0E41">
        <w:tc>
          <w:tcPr>
            <w:tcW w:w="3969" w:type="dxa"/>
            <w:shd w:val="clear" w:color="auto" w:fill="auto"/>
          </w:tcPr>
          <w:p w14:paraId="13C63C05" w14:textId="77777777" w:rsidR="00D54121" w:rsidRPr="00DE28A9" w:rsidRDefault="00D54121" w:rsidP="00BB0E41">
            <w:pPr>
              <w:pStyle w:val="Text"/>
              <w:rPr>
                <w:rStyle w:val="affff2"/>
                <w:rFonts w:eastAsia="Calibri"/>
                <w:b w:val="0"/>
                <w:sz w:val="18"/>
                <w:szCs w:val="18"/>
              </w:rPr>
            </w:pPr>
            <w:r w:rsidRPr="00DE28A9">
              <w:rPr>
                <w:rFonts w:eastAsia="Calibri"/>
                <w:sz w:val="18"/>
                <w:szCs w:val="18"/>
              </w:rPr>
              <w:t>Итоговое нетто-обязательство / Итоговое нетто-требование</w:t>
            </w:r>
          </w:p>
        </w:tc>
        <w:tc>
          <w:tcPr>
            <w:tcW w:w="3261" w:type="dxa"/>
            <w:shd w:val="clear" w:color="auto" w:fill="auto"/>
          </w:tcPr>
          <w:p w14:paraId="36F95552" w14:textId="77777777" w:rsidR="00D54121" w:rsidRPr="00DE28A9" w:rsidRDefault="00D54121" w:rsidP="00BB0E41">
            <w:pPr>
              <w:pStyle w:val="Text"/>
              <w:rPr>
                <w:rStyle w:val="affff2"/>
                <w:rFonts w:eastAsia="Calibri"/>
                <w:b w:val="0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164B0BE6" w14:textId="77777777" w:rsidR="00D54121" w:rsidRPr="00DE28A9" w:rsidRDefault="00D54121" w:rsidP="00BB0E41">
            <w:pPr>
              <w:pStyle w:val="Text"/>
              <w:rPr>
                <w:rStyle w:val="affff2"/>
                <w:rFonts w:eastAsia="Calibri"/>
                <w:b w:val="0"/>
                <w:sz w:val="18"/>
                <w:szCs w:val="18"/>
              </w:rPr>
            </w:pPr>
          </w:p>
        </w:tc>
      </w:tr>
    </w:tbl>
    <w:p w14:paraId="1AF32BAE" w14:textId="77777777" w:rsidR="00D54121" w:rsidRPr="00DE28A9" w:rsidRDefault="00D54121" w:rsidP="00D54121">
      <w:pPr>
        <w:rPr>
          <w:sz w:val="18"/>
          <w:szCs w:val="18"/>
        </w:rPr>
      </w:pPr>
    </w:p>
    <w:p w14:paraId="7DDF7E69" w14:textId="63B35DED" w:rsidR="00D54121" w:rsidRPr="00DE28A9" w:rsidRDefault="00D54121" w:rsidP="00E67D4E">
      <w:pPr>
        <w:pStyle w:val="Text"/>
        <w:rPr>
          <w:sz w:val="18"/>
          <w:szCs w:val="18"/>
        </w:rPr>
      </w:pPr>
      <w:r w:rsidRPr="00DE28A9">
        <w:rPr>
          <w:sz w:val="18"/>
          <w:szCs w:val="18"/>
        </w:rPr>
        <w:t xml:space="preserve">Расчеты осуществляются в сроки, установленные Правилами клиринга </w:t>
      </w:r>
      <w:r w:rsidR="00E67D4E" w:rsidRPr="00E67D4E">
        <w:rPr>
          <w:sz w:val="18"/>
          <w:szCs w:val="18"/>
        </w:rPr>
        <w:t>НКО ЦК</w:t>
      </w:r>
      <w:r w:rsidR="006C18BD">
        <w:rPr>
          <w:sz w:val="18"/>
          <w:szCs w:val="18"/>
        </w:rPr>
        <w:t xml:space="preserve"> </w:t>
      </w:r>
      <w:r w:rsidR="00BB0BB6" w:rsidRPr="00BB0BB6">
        <w:rPr>
          <w:sz w:val="18"/>
          <w:szCs w:val="18"/>
        </w:rPr>
        <w:t>"</w:t>
      </w:r>
      <w:r w:rsidR="006C18BD">
        <w:rPr>
          <w:sz w:val="18"/>
          <w:szCs w:val="18"/>
        </w:rPr>
        <w:t>ЭФИР</w:t>
      </w:r>
      <w:r w:rsidR="00BB0BB6" w:rsidRPr="00BB0BB6">
        <w:rPr>
          <w:sz w:val="18"/>
          <w:szCs w:val="18"/>
        </w:rPr>
        <w:t>"</w:t>
      </w:r>
      <w:r w:rsidR="00E67D4E" w:rsidRPr="00E67D4E">
        <w:rPr>
          <w:sz w:val="18"/>
          <w:szCs w:val="18"/>
        </w:rPr>
        <w:t xml:space="preserve"> (АО)</w:t>
      </w:r>
      <w:r w:rsidRPr="00DE28A9">
        <w:rPr>
          <w:sz w:val="18"/>
          <w:szCs w:val="18"/>
        </w:rPr>
        <w:t>.</w:t>
      </w:r>
    </w:p>
    <w:p w14:paraId="020177F0" w14:textId="77777777" w:rsidR="00484510" w:rsidRPr="00D54121" w:rsidRDefault="00484510" w:rsidP="001E5264">
      <w:pPr>
        <w:rPr>
          <w:b/>
          <w:bCs/>
          <w:sz w:val="18"/>
          <w:szCs w:val="18"/>
        </w:rPr>
      </w:pPr>
    </w:p>
    <w:p w14:paraId="0D62D3FC" w14:textId="77777777" w:rsidR="00B1725F" w:rsidRPr="00D54121" w:rsidRDefault="00B1725F" w:rsidP="001E5264">
      <w:pPr>
        <w:rPr>
          <w:sz w:val="18"/>
          <w:szCs w:val="18"/>
        </w:rPr>
      </w:pPr>
    </w:p>
    <w:p w14:paraId="236B1AF4" w14:textId="72490468" w:rsidR="00C9484F" w:rsidRPr="00E416F2" w:rsidRDefault="00C9484F" w:rsidP="00C9484F">
      <w:pPr>
        <w:rPr>
          <w:b/>
          <w:caps/>
          <w:kern w:val="28"/>
          <w:lang w:eastAsia="en-US"/>
        </w:rPr>
      </w:pPr>
      <w:r w:rsidRPr="00E416F2">
        <w:rPr>
          <w:b/>
          <w:bCs/>
          <w:sz w:val="18"/>
          <w:szCs w:val="18"/>
        </w:rPr>
        <w:t xml:space="preserve">Уполномоченный сотрудник </w:t>
      </w:r>
      <w:r>
        <w:rPr>
          <w:b/>
          <w:bCs/>
          <w:sz w:val="18"/>
          <w:szCs w:val="18"/>
        </w:rPr>
        <w:t>НКО ЦК</w:t>
      </w:r>
      <w:r w:rsidR="006C18BD">
        <w:rPr>
          <w:b/>
          <w:bCs/>
          <w:sz w:val="18"/>
          <w:szCs w:val="18"/>
        </w:rPr>
        <w:t xml:space="preserve"> </w:t>
      </w:r>
      <w:r w:rsidR="00BB0BB6" w:rsidRPr="00BB0BB6">
        <w:rPr>
          <w:b/>
          <w:bCs/>
          <w:sz w:val="18"/>
          <w:szCs w:val="18"/>
        </w:rPr>
        <w:t>"</w:t>
      </w:r>
      <w:r w:rsidR="006C18BD">
        <w:rPr>
          <w:b/>
          <w:bCs/>
          <w:sz w:val="18"/>
          <w:szCs w:val="18"/>
        </w:rPr>
        <w:t>ЭФИР</w:t>
      </w:r>
      <w:r w:rsidR="00BB0BB6" w:rsidRPr="00BB0BB6">
        <w:rPr>
          <w:b/>
          <w:bCs/>
          <w:sz w:val="18"/>
          <w:szCs w:val="18"/>
        </w:rPr>
        <w:t>"</w:t>
      </w:r>
      <w:r>
        <w:rPr>
          <w:b/>
          <w:bCs/>
          <w:sz w:val="18"/>
          <w:szCs w:val="18"/>
        </w:rPr>
        <w:t xml:space="preserve"> (АО)</w:t>
      </w:r>
      <w:r w:rsidRPr="00E416F2">
        <w:rPr>
          <w:b/>
          <w:bCs/>
          <w:sz w:val="18"/>
          <w:szCs w:val="18"/>
        </w:rPr>
        <w:t>:</w:t>
      </w:r>
      <w:r>
        <w:rPr>
          <w:b/>
          <w:bCs/>
          <w:sz w:val="18"/>
          <w:szCs w:val="18"/>
        </w:rPr>
        <w:t xml:space="preserve"> </w:t>
      </w:r>
      <w:r w:rsidRPr="0049140D">
        <w:rPr>
          <w:sz w:val="18"/>
          <w:szCs w:val="18"/>
        </w:rPr>
        <w:t xml:space="preserve">&lt;ФИО сотрудника </w:t>
      </w:r>
      <w:bookmarkStart w:id="2" w:name="_Hlk209023317"/>
      <w:r w:rsidRPr="0049140D">
        <w:rPr>
          <w:sz w:val="18"/>
          <w:szCs w:val="18"/>
        </w:rPr>
        <w:t>НКО ЦК</w:t>
      </w:r>
      <w:r w:rsidR="006C18BD">
        <w:rPr>
          <w:sz w:val="18"/>
          <w:szCs w:val="18"/>
        </w:rPr>
        <w:t xml:space="preserve"> </w:t>
      </w:r>
      <w:r w:rsidR="00BB0BB6" w:rsidRPr="00BB0BB6">
        <w:rPr>
          <w:sz w:val="18"/>
          <w:szCs w:val="18"/>
        </w:rPr>
        <w:t>"</w:t>
      </w:r>
      <w:r w:rsidR="006C18BD">
        <w:rPr>
          <w:sz w:val="18"/>
          <w:szCs w:val="18"/>
        </w:rPr>
        <w:t>ЭФИР</w:t>
      </w:r>
      <w:r w:rsidR="00BB0BB6" w:rsidRPr="00BB0BB6">
        <w:rPr>
          <w:sz w:val="18"/>
          <w:szCs w:val="18"/>
        </w:rPr>
        <w:t>"</w:t>
      </w:r>
      <w:r w:rsidRPr="0049140D">
        <w:rPr>
          <w:sz w:val="18"/>
          <w:szCs w:val="18"/>
        </w:rPr>
        <w:t xml:space="preserve"> (АО)</w:t>
      </w:r>
      <w:bookmarkEnd w:id="2"/>
      <w:r w:rsidRPr="0049140D">
        <w:rPr>
          <w:sz w:val="18"/>
          <w:szCs w:val="18"/>
        </w:rPr>
        <w:t>&gt;</w:t>
      </w:r>
    </w:p>
    <w:p w14:paraId="5EF5DA28" w14:textId="77777777" w:rsidR="003147A5" w:rsidRPr="00E416F2" w:rsidRDefault="003147A5">
      <w:pPr>
        <w:rPr>
          <w:b/>
          <w:caps/>
          <w:kern w:val="28"/>
          <w:lang w:eastAsia="en-US"/>
        </w:rPr>
      </w:pPr>
      <w:r w:rsidRPr="00E416F2">
        <w:rPr>
          <w:lang w:eastAsia="en-US"/>
        </w:rPr>
        <w:br w:type="page"/>
      </w:r>
    </w:p>
    <w:p w14:paraId="18BF105E" w14:textId="77777777" w:rsidR="00AA4817" w:rsidRPr="00E416F2" w:rsidRDefault="00AA4817" w:rsidP="003147A5">
      <w:pPr>
        <w:pStyle w:val="10"/>
        <w:rPr>
          <w:sz w:val="24"/>
          <w:szCs w:val="24"/>
          <w:lang w:eastAsia="en-US"/>
        </w:rPr>
        <w:sectPr w:rsidR="00AA4817" w:rsidRPr="00E416F2" w:rsidSect="00383398">
          <w:headerReference w:type="default" r:id="rId8"/>
          <w:headerReference w:type="first" r:id="rId9"/>
          <w:pgSz w:w="16838" w:h="11906" w:orient="landscape"/>
          <w:pgMar w:top="1486" w:right="669" w:bottom="1135" w:left="1134" w:header="426" w:footer="578" w:gutter="0"/>
          <w:cols w:space="708"/>
          <w:titlePg/>
          <w:docGrid w:linePitch="360"/>
        </w:sectPr>
      </w:pPr>
    </w:p>
    <w:p w14:paraId="74E3A5D6" w14:textId="77777777" w:rsidR="003147A5" w:rsidRPr="00E416F2" w:rsidRDefault="00CF7A17" w:rsidP="003147A5">
      <w:pPr>
        <w:pStyle w:val="10"/>
        <w:rPr>
          <w:iCs/>
          <w:caps w:val="0"/>
          <w:kern w:val="0"/>
          <w:sz w:val="24"/>
          <w:szCs w:val="24"/>
        </w:rPr>
      </w:pPr>
      <w:r w:rsidRPr="00CF7A17">
        <w:rPr>
          <w:iCs/>
          <w:caps w:val="0"/>
          <w:kern w:val="0"/>
          <w:sz w:val="24"/>
          <w:szCs w:val="24"/>
        </w:rPr>
        <w:lastRenderedPageBreak/>
        <w:t xml:space="preserve"> </w:t>
      </w:r>
      <w:r w:rsidR="00D54121" w:rsidRPr="00D54121">
        <w:rPr>
          <w:iCs/>
          <w:caps w:val="0"/>
          <w:kern w:val="0"/>
          <w:sz w:val="24"/>
          <w:szCs w:val="24"/>
        </w:rPr>
        <w:t>Отчет об Итоговых нетто-обязательствах / Итоговых нетто-требованиях</w:t>
      </w:r>
      <w:r w:rsidR="00D54121" w:rsidRPr="003B2F47">
        <w:rPr>
          <w:iCs/>
          <w:caps w:val="0"/>
          <w:kern w:val="0"/>
          <w:sz w:val="24"/>
          <w:szCs w:val="24"/>
        </w:rPr>
        <w:t xml:space="preserve"> </w:t>
      </w:r>
      <w:r w:rsidRPr="003B2F47">
        <w:rPr>
          <w:iCs/>
          <w:caps w:val="0"/>
          <w:kern w:val="0"/>
          <w:sz w:val="24"/>
          <w:szCs w:val="24"/>
        </w:rPr>
        <w:t>(ССХ</w:t>
      </w:r>
      <w:r>
        <w:rPr>
          <w:iCs/>
          <w:caps w:val="0"/>
          <w:kern w:val="0"/>
          <w:sz w:val="24"/>
          <w:szCs w:val="24"/>
        </w:rPr>
        <w:t>0</w:t>
      </w:r>
      <w:r w:rsidR="00D54121" w:rsidRPr="00DE28A9">
        <w:rPr>
          <w:iCs/>
          <w:caps w:val="0"/>
          <w:kern w:val="0"/>
          <w:sz w:val="24"/>
          <w:szCs w:val="24"/>
        </w:rPr>
        <w:t>4</w:t>
      </w:r>
      <w:r w:rsidRPr="003B2F47">
        <w:rPr>
          <w:iCs/>
          <w:caps w:val="0"/>
          <w:kern w:val="0"/>
          <w:sz w:val="24"/>
          <w:szCs w:val="24"/>
        </w:rPr>
        <w:t>)</w:t>
      </w:r>
      <w:r w:rsidR="003147A5" w:rsidRPr="00E416F2">
        <w:rPr>
          <w:iCs/>
          <w:caps w:val="0"/>
          <w:kern w:val="0"/>
          <w:sz w:val="24"/>
          <w:szCs w:val="24"/>
        </w:rPr>
        <w:t xml:space="preserve"> (формат отчета)</w:t>
      </w:r>
    </w:p>
    <w:bookmarkEnd w:id="1"/>
    <w:p w14:paraId="5C5DEBB7" w14:textId="77777777" w:rsidR="002A6AAF" w:rsidRPr="00E416F2" w:rsidRDefault="002A6AAF" w:rsidP="002A6AAF">
      <w:pPr>
        <w:pStyle w:val="afff7"/>
        <w:rPr>
          <w:bCs/>
          <w:sz w:val="18"/>
          <w:szCs w:val="18"/>
        </w:rPr>
      </w:pPr>
    </w:p>
    <w:p w14:paraId="1A28B7C1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Вид:</w:t>
      </w:r>
      <w:r w:rsidRPr="00E416F2">
        <w:rPr>
          <w:b/>
          <w:sz w:val="20"/>
        </w:rPr>
        <w:t xml:space="preserve"> </w:t>
      </w:r>
      <w:r w:rsidRPr="00E416F2">
        <w:rPr>
          <w:sz w:val="20"/>
        </w:rPr>
        <w:t>электронный документ</w:t>
      </w:r>
    </w:p>
    <w:p w14:paraId="271E2CA6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Формат:</w:t>
      </w:r>
      <w:r w:rsidRPr="00E416F2">
        <w:rPr>
          <w:sz w:val="20"/>
        </w:rPr>
        <w:t xml:space="preserve"> </w:t>
      </w:r>
      <w:r w:rsidRPr="00E416F2">
        <w:rPr>
          <w:sz w:val="20"/>
          <w:lang w:val="en-US"/>
        </w:rPr>
        <w:t>XML</w:t>
      </w:r>
    </w:p>
    <w:p w14:paraId="4BA3A55C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Наименование:</w:t>
      </w:r>
      <w:r w:rsidRPr="00E416F2">
        <w:rPr>
          <w:sz w:val="20"/>
        </w:rPr>
        <w:t xml:space="preserve"> </w:t>
      </w:r>
      <w:r w:rsidR="006C18BD">
        <w:rPr>
          <w:sz w:val="20"/>
          <w:lang w:val="en-US"/>
        </w:rPr>
        <w:t>EFIS</w:t>
      </w:r>
      <w:r w:rsidRPr="00E416F2">
        <w:rPr>
          <w:sz w:val="20"/>
        </w:rPr>
        <w:t xml:space="preserve">_DOC_ </w:t>
      </w:r>
      <w:r w:rsidRPr="00E416F2">
        <w:rPr>
          <w:sz w:val="20"/>
          <w:lang w:val="en-US"/>
        </w:rPr>
        <w:t>KS</w:t>
      </w:r>
      <w:r w:rsidRPr="00E416F2">
        <w:rPr>
          <w:sz w:val="20"/>
        </w:rPr>
        <w:t>_</w:t>
      </w:r>
      <w:r w:rsidR="003325CB" w:rsidRPr="00383398">
        <w:rPr>
          <w:sz w:val="20"/>
        </w:rPr>
        <w:t>&lt;</w:t>
      </w:r>
      <w:r w:rsidR="003325CB" w:rsidRPr="003325CB">
        <w:rPr>
          <w:sz w:val="20"/>
          <w:lang w:val="en-US"/>
        </w:rPr>
        <w:t>FIRMID</w:t>
      </w:r>
      <w:r w:rsidR="003325CB" w:rsidRPr="00383398">
        <w:rPr>
          <w:sz w:val="20"/>
        </w:rPr>
        <w:t>&gt;</w:t>
      </w:r>
      <w:proofErr w:type="gramStart"/>
      <w:r w:rsidR="003325CB" w:rsidRPr="00383398">
        <w:rPr>
          <w:sz w:val="20"/>
        </w:rPr>
        <w:t>_&lt;</w:t>
      </w:r>
      <w:proofErr w:type="gramEnd"/>
      <w:r w:rsidR="003325CB" w:rsidRPr="00383398">
        <w:rPr>
          <w:sz w:val="20"/>
        </w:rPr>
        <w:t>Код документа&gt;_</w:t>
      </w:r>
      <w:r w:rsidRPr="00E416F2">
        <w:rPr>
          <w:sz w:val="20"/>
        </w:rPr>
        <w:t>&lt;ГГГГММДД&gt;_</w:t>
      </w:r>
      <w:r w:rsidRPr="00E416F2">
        <w:rPr>
          <w:sz w:val="20"/>
          <w:lang w:val="en-US"/>
        </w:rPr>
        <w:t>NNNNN</w:t>
      </w:r>
      <w:r w:rsidRPr="00E416F2">
        <w:rPr>
          <w:sz w:val="20"/>
        </w:rPr>
        <w:t>,</w:t>
      </w:r>
    </w:p>
    <w:p w14:paraId="600B9815" w14:textId="77777777" w:rsidR="004F25FE" w:rsidRPr="00E416F2" w:rsidRDefault="004F25FE" w:rsidP="004F25FE">
      <w:pPr>
        <w:pStyle w:val="afff7"/>
        <w:rPr>
          <w:sz w:val="20"/>
        </w:rPr>
      </w:pPr>
    </w:p>
    <w:p w14:paraId="37D6396B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где &lt;ГГГГММДД&gt; - дата формирования файла,</w:t>
      </w:r>
    </w:p>
    <w:p w14:paraId="306584E8" w14:textId="77777777" w:rsidR="004F25FE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&lt;</w:t>
      </w:r>
      <w:proofErr w:type="gramStart"/>
      <w:r w:rsidRPr="00E416F2">
        <w:rPr>
          <w:sz w:val="20"/>
          <w:lang w:val="en-US"/>
        </w:rPr>
        <w:t>FIRMID</w:t>
      </w:r>
      <w:r w:rsidRPr="00E416F2">
        <w:rPr>
          <w:sz w:val="20"/>
        </w:rPr>
        <w:t xml:space="preserve"> &gt;</w:t>
      </w:r>
      <w:proofErr w:type="gramEnd"/>
      <w:r w:rsidRPr="00E416F2">
        <w:rPr>
          <w:sz w:val="20"/>
        </w:rPr>
        <w:t xml:space="preserve"> - Код УК,</w:t>
      </w:r>
    </w:p>
    <w:p w14:paraId="41A87340" w14:textId="77777777" w:rsidR="003325CB" w:rsidRPr="00E416F2" w:rsidRDefault="003325CB" w:rsidP="003325CB">
      <w:pPr>
        <w:pStyle w:val="afff7"/>
        <w:rPr>
          <w:sz w:val="20"/>
        </w:rPr>
      </w:pPr>
      <w:r w:rsidRPr="003325CB">
        <w:rPr>
          <w:sz w:val="20"/>
        </w:rPr>
        <w:t>&lt;Код документа&gt; – CCX</w:t>
      </w:r>
      <w:r w:rsidR="00CF7A17">
        <w:rPr>
          <w:sz w:val="20"/>
        </w:rPr>
        <w:t>0</w:t>
      </w:r>
      <w:r w:rsidR="00D54121" w:rsidRPr="00DE28A9">
        <w:rPr>
          <w:sz w:val="20"/>
        </w:rPr>
        <w:t>4</w:t>
      </w:r>
      <w:r>
        <w:rPr>
          <w:sz w:val="20"/>
        </w:rPr>
        <w:t>,</w:t>
      </w:r>
    </w:p>
    <w:p w14:paraId="765A3636" w14:textId="77777777" w:rsidR="004F25FE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&lt;</w:t>
      </w:r>
      <w:r w:rsidRPr="00E416F2">
        <w:rPr>
          <w:sz w:val="20"/>
          <w:lang w:val="en-US"/>
        </w:rPr>
        <w:t>NNNNN</w:t>
      </w:r>
      <w:r w:rsidRPr="00E416F2">
        <w:rPr>
          <w:sz w:val="20"/>
        </w:rPr>
        <w:t>&gt; - номер файла по порядку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2233"/>
        <w:gridCol w:w="2756"/>
        <w:gridCol w:w="4796"/>
        <w:gridCol w:w="1896"/>
        <w:gridCol w:w="1034"/>
        <w:gridCol w:w="856"/>
        <w:gridCol w:w="1454"/>
      </w:tblGrid>
      <w:tr w:rsidR="00D54121" w:rsidRPr="00D54121" w14:paraId="27830502" w14:textId="77777777" w:rsidTr="00C9484F">
        <w:tc>
          <w:tcPr>
            <w:tcW w:w="743" w:type="pct"/>
            <w:shd w:val="clear" w:color="auto" w:fill="FFFFFF"/>
          </w:tcPr>
          <w:p w14:paraId="7DDEBF42" w14:textId="77777777" w:rsidR="00D54121" w:rsidRPr="00DE28A9" w:rsidRDefault="00D54121" w:rsidP="00BB0E41">
            <w:pPr>
              <w:jc w:val="center"/>
              <w:rPr>
                <w:b/>
                <w:sz w:val="18"/>
                <w:szCs w:val="18"/>
              </w:rPr>
            </w:pPr>
            <w:r w:rsidRPr="00DE28A9">
              <w:rPr>
                <w:b/>
                <w:sz w:val="18"/>
                <w:szCs w:val="18"/>
              </w:rPr>
              <w:t xml:space="preserve">Название </w:t>
            </w:r>
            <w:proofErr w:type="spellStart"/>
            <w:r w:rsidRPr="00DE28A9">
              <w:rPr>
                <w:b/>
                <w:sz w:val="18"/>
                <w:szCs w:val="18"/>
              </w:rPr>
              <w:t>ноды</w:t>
            </w:r>
            <w:proofErr w:type="spellEnd"/>
          </w:p>
        </w:tc>
        <w:tc>
          <w:tcPr>
            <w:tcW w:w="917" w:type="pct"/>
            <w:shd w:val="clear" w:color="auto" w:fill="FFFFFF"/>
          </w:tcPr>
          <w:p w14:paraId="655C3ABD" w14:textId="77777777" w:rsidR="00D54121" w:rsidRPr="00DE28A9" w:rsidRDefault="00D54121" w:rsidP="00BB0E41">
            <w:pPr>
              <w:jc w:val="center"/>
              <w:rPr>
                <w:b/>
                <w:sz w:val="18"/>
                <w:szCs w:val="18"/>
              </w:rPr>
            </w:pPr>
            <w:r w:rsidRPr="00DE28A9">
              <w:rPr>
                <w:b/>
                <w:sz w:val="18"/>
                <w:szCs w:val="18"/>
              </w:rPr>
              <w:t>Название атрибута</w:t>
            </w:r>
          </w:p>
        </w:tc>
        <w:tc>
          <w:tcPr>
            <w:tcW w:w="1596" w:type="pct"/>
            <w:shd w:val="clear" w:color="auto" w:fill="FFFFFF"/>
          </w:tcPr>
          <w:p w14:paraId="1E4656EE" w14:textId="77777777" w:rsidR="00D54121" w:rsidRPr="00DE28A9" w:rsidRDefault="00D54121" w:rsidP="00BB0E41">
            <w:pPr>
              <w:jc w:val="center"/>
              <w:rPr>
                <w:b/>
                <w:sz w:val="18"/>
                <w:szCs w:val="18"/>
              </w:rPr>
            </w:pPr>
            <w:r w:rsidRPr="00DE28A9">
              <w:rPr>
                <w:b/>
                <w:sz w:val="18"/>
                <w:szCs w:val="18"/>
              </w:rPr>
              <w:t>Описание</w:t>
            </w:r>
          </w:p>
        </w:tc>
        <w:tc>
          <w:tcPr>
            <w:tcW w:w="631" w:type="pct"/>
            <w:shd w:val="clear" w:color="auto" w:fill="FFFFFF"/>
          </w:tcPr>
          <w:p w14:paraId="0B819C04" w14:textId="77777777" w:rsidR="00D54121" w:rsidRPr="00DE28A9" w:rsidRDefault="00D54121" w:rsidP="00BB0E41">
            <w:pPr>
              <w:jc w:val="center"/>
              <w:rPr>
                <w:b/>
                <w:sz w:val="18"/>
                <w:szCs w:val="18"/>
              </w:rPr>
            </w:pPr>
            <w:r w:rsidRPr="00DE28A9">
              <w:rPr>
                <w:b/>
                <w:sz w:val="18"/>
                <w:szCs w:val="18"/>
              </w:rPr>
              <w:t>Обязательность</w:t>
            </w:r>
          </w:p>
        </w:tc>
        <w:tc>
          <w:tcPr>
            <w:tcW w:w="344" w:type="pct"/>
            <w:shd w:val="clear" w:color="auto" w:fill="FFFFFF"/>
          </w:tcPr>
          <w:p w14:paraId="064AF7BC" w14:textId="77777777" w:rsidR="00D54121" w:rsidRPr="00DE28A9" w:rsidRDefault="00D54121" w:rsidP="00BB0E41">
            <w:pPr>
              <w:jc w:val="center"/>
              <w:rPr>
                <w:b/>
                <w:sz w:val="18"/>
                <w:szCs w:val="18"/>
              </w:rPr>
            </w:pPr>
            <w:r w:rsidRPr="00DE28A9">
              <w:rPr>
                <w:b/>
                <w:sz w:val="18"/>
                <w:szCs w:val="18"/>
              </w:rPr>
              <w:t>Тип</w:t>
            </w:r>
          </w:p>
        </w:tc>
        <w:tc>
          <w:tcPr>
            <w:tcW w:w="285" w:type="pct"/>
            <w:shd w:val="clear" w:color="auto" w:fill="FFFFFF"/>
          </w:tcPr>
          <w:p w14:paraId="050E9635" w14:textId="77777777" w:rsidR="00D54121" w:rsidRPr="00DE28A9" w:rsidRDefault="00D54121" w:rsidP="00BB0E41">
            <w:pPr>
              <w:jc w:val="center"/>
              <w:rPr>
                <w:b/>
                <w:sz w:val="18"/>
                <w:szCs w:val="18"/>
              </w:rPr>
            </w:pPr>
            <w:r w:rsidRPr="00DE28A9">
              <w:rPr>
                <w:b/>
                <w:sz w:val="18"/>
                <w:szCs w:val="18"/>
              </w:rPr>
              <w:t>Размер</w:t>
            </w:r>
          </w:p>
        </w:tc>
        <w:tc>
          <w:tcPr>
            <w:tcW w:w="484" w:type="pct"/>
            <w:shd w:val="clear" w:color="auto" w:fill="FFFFFF"/>
          </w:tcPr>
          <w:p w14:paraId="1BA5177E" w14:textId="77777777" w:rsidR="00D54121" w:rsidRPr="00DE28A9" w:rsidRDefault="00D54121" w:rsidP="00BB0E41">
            <w:pPr>
              <w:jc w:val="center"/>
              <w:rPr>
                <w:b/>
                <w:sz w:val="18"/>
                <w:szCs w:val="18"/>
              </w:rPr>
            </w:pPr>
            <w:r w:rsidRPr="00DE28A9">
              <w:rPr>
                <w:b/>
                <w:sz w:val="18"/>
                <w:szCs w:val="18"/>
              </w:rPr>
              <w:t>Десятичные знаки</w:t>
            </w:r>
          </w:p>
        </w:tc>
      </w:tr>
      <w:tr w:rsidR="00D54121" w:rsidRPr="00D54121" w14:paraId="64E4426A" w14:textId="77777777" w:rsidTr="00C9484F">
        <w:tc>
          <w:tcPr>
            <w:tcW w:w="743" w:type="pct"/>
            <w:shd w:val="clear" w:color="auto" w:fill="BFBFBF"/>
          </w:tcPr>
          <w:p w14:paraId="6863D519" w14:textId="77777777" w:rsidR="00D54121" w:rsidRPr="00DE28A9" w:rsidRDefault="006C18BD" w:rsidP="00BB0E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EFIS</w:t>
            </w:r>
            <w:r w:rsidR="00D54121" w:rsidRPr="00DE28A9">
              <w:rPr>
                <w:sz w:val="18"/>
                <w:szCs w:val="18"/>
              </w:rPr>
              <w:t>_DOC</w:t>
            </w:r>
          </w:p>
        </w:tc>
        <w:tc>
          <w:tcPr>
            <w:tcW w:w="917" w:type="pct"/>
            <w:shd w:val="clear" w:color="auto" w:fill="BFBFBF"/>
          </w:tcPr>
          <w:p w14:paraId="58F302D6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1596" w:type="pct"/>
            <w:shd w:val="clear" w:color="auto" w:fill="BFBFBF"/>
          </w:tcPr>
          <w:p w14:paraId="7DC0B503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Корневой элемент (</w:t>
            </w:r>
            <w:proofErr w:type="spellStart"/>
            <w:r w:rsidRPr="00DE28A9">
              <w:rPr>
                <w:sz w:val="18"/>
                <w:szCs w:val="18"/>
              </w:rPr>
              <w:t>root</w:t>
            </w:r>
            <w:proofErr w:type="spellEnd"/>
            <w:r w:rsidRPr="00DE28A9">
              <w:rPr>
                <w:sz w:val="18"/>
                <w:szCs w:val="18"/>
              </w:rPr>
              <w:t xml:space="preserve"> </w:t>
            </w:r>
            <w:proofErr w:type="spellStart"/>
            <w:r w:rsidRPr="00DE28A9">
              <w:rPr>
                <w:sz w:val="18"/>
                <w:szCs w:val="18"/>
              </w:rPr>
              <w:t>element</w:t>
            </w:r>
            <w:proofErr w:type="spellEnd"/>
            <w:r w:rsidRPr="00DE28A9">
              <w:rPr>
                <w:sz w:val="18"/>
                <w:szCs w:val="18"/>
              </w:rPr>
              <w:t>) XML документа</w:t>
            </w:r>
          </w:p>
        </w:tc>
        <w:tc>
          <w:tcPr>
            <w:tcW w:w="631" w:type="pct"/>
            <w:shd w:val="clear" w:color="auto" w:fill="BFBFBF"/>
          </w:tcPr>
          <w:p w14:paraId="64ED3C28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shd w:val="clear" w:color="auto" w:fill="BFBFBF"/>
          </w:tcPr>
          <w:p w14:paraId="7C29C556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BFBFBF"/>
          </w:tcPr>
          <w:p w14:paraId="69846947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484" w:type="pct"/>
            <w:shd w:val="clear" w:color="auto" w:fill="BFBFBF"/>
          </w:tcPr>
          <w:p w14:paraId="17C7BE82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77040EA1" w14:textId="77777777" w:rsidTr="00C9484F">
        <w:tc>
          <w:tcPr>
            <w:tcW w:w="743" w:type="pct"/>
            <w:shd w:val="clear" w:color="auto" w:fill="BFBFBF"/>
          </w:tcPr>
          <w:p w14:paraId="23D4B766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 xml:space="preserve">  DOC_REQUISITES</w:t>
            </w:r>
          </w:p>
        </w:tc>
        <w:tc>
          <w:tcPr>
            <w:tcW w:w="917" w:type="pct"/>
            <w:shd w:val="clear" w:color="auto" w:fill="BFBFBF"/>
          </w:tcPr>
          <w:p w14:paraId="328C8432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1596" w:type="pct"/>
            <w:shd w:val="clear" w:color="auto" w:fill="BFBFBF"/>
          </w:tcPr>
          <w:p w14:paraId="53B83839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Блок информации о документе</w:t>
            </w:r>
          </w:p>
        </w:tc>
        <w:tc>
          <w:tcPr>
            <w:tcW w:w="631" w:type="pct"/>
            <w:shd w:val="clear" w:color="auto" w:fill="BFBFBF"/>
          </w:tcPr>
          <w:p w14:paraId="5D51B62D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shd w:val="clear" w:color="auto" w:fill="BFBFBF"/>
          </w:tcPr>
          <w:p w14:paraId="22C6C387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BFBFBF"/>
          </w:tcPr>
          <w:p w14:paraId="3E47CA17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484" w:type="pct"/>
            <w:shd w:val="clear" w:color="auto" w:fill="BFBFBF"/>
          </w:tcPr>
          <w:p w14:paraId="6320A919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41E4C2BF" w14:textId="77777777" w:rsidTr="00C9484F">
        <w:tc>
          <w:tcPr>
            <w:tcW w:w="743" w:type="pct"/>
            <w:shd w:val="clear" w:color="auto" w:fill="FFFFFF"/>
          </w:tcPr>
          <w:p w14:paraId="71B21B90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917" w:type="pct"/>
            <w:shd w:val="clear" w:color="auto" w:fill="FFFFFF"/>
          </w:tcPr>
          <w:p w14:paraId="58D864DD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DOC_DATE</w:t>
            </w:r>
          </w:p>
        </w:tc>
        <w:tc>
          <w:tcPr>
            <w:tcW w:w="1596" w:type="pct"/>
            <w:shd w:val="clear" w:color="auto" w:fill="FFFFFF"/>
          </w:tcPr>
          <w:p w14:paraId="00A24E60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Дата формирования файла</w:t>
            </w:r>
          </w:p>
        </w:tc>
        <w:tc>
          <w:tcPr>
            <w:tcW w:w="631" w:type="pct"/>
            <w:shd w:val="clear" w:color="auto" w:fill="FFFFFF"/>
          </w:tcPr>
          <w:p w14:paraId="6DA5756A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Нет</w:t>
            </w:r>
          </w:p>
        </w:tc>
        <w:tc>
          <w:tcPr>
            <w:tcW w:w="344" w:type="pct"/>
            <w:shd w:val="clear" w:color="auto" w:fill="FFFFFF"/>
          </w:tcPr>
          <w:p w14:paraId="7F965AB7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proofErr w:type="spellStart"/>
            <w:r w:rsidRPr="00DE28A9">
              <w:rPr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285" w:type="pct"/>
            <w:shd w:val="clear" w:color="auto" w:fill="FFFFFF"/>
          </w:tcPr>
          <w:p w14:paraId="462329EC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484" w:type="pct"/>
            <w:shd w:val="clear" w:color="auto" w:fill="FFFFFF"/>
          </w:tcPr>
          <w:p w14:paraId="4E0C1DEC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20FEE58A" w14:textId="77777777" w:rsidTr="00C9484F">
        <w:tc>
          <w:tcPr>
            <w:tcW w:w="743" w:type="pct"/>
            <w:shd w:val="clear" w:color="auto" w:fill="FFFFFF"/>
          </w:tcPr>
          <w:p w14:paraId="000FF554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917" w:type="pct"/>
            <w:shd w:val="clear" w:color="auto" w:fill="FFFFFF"/>
          </w:tcPr>
          <w:p w14:paraId="7F43461E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DOC_TIME</w:t>
            </w:r>
          </w:p>
        </w:tc>
        <w:tc>
          <w:tcPr>
            <w:tcW w:w="1596" w:type="pct"/>
            <w:shd w:val="clear" w:color="auto" w:fill="FFFFFF"/>
          </w:tcPr>
          <w:p w14:paraId="52E5EC5A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Время формирования файла</w:t>
            </w:r>
          </w:p>
        </w:tc>
        <w:tc>
          <w:tcPr>
            <w:tcW w:w="631" w:type="pct"/>
            <w:shd w:val="clear" w:color="auto" w:fill="FFFFFF"/>
          </w:tcPr>
          <w:p w14:paraId="59A91F1F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Нет</w:t>
            </w:r>
          </w:p>
        </w:tc>
        <w:tc>
          <w:tcPr>
            <w:tcW w:w="344" w:type="pct"/>
            <w:shd w:val="clear" w:color="auto" w:fill="FFFFFF"/>
          </w:tcPr>
          <w:p w14:paraId="481BCDB7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Time</w:t>
            </w:r>
          </w:p>
        </w:tc>
        <w:tc>
          <w:tcPr>
            <w:tcW w:w="285" w:type="pct"/>
            <w:shd w:val="clear" w:color="auto" w:fill="FFFFFF"/>
          </w:tcPr>
          <w:p w14:paraId="6DAFBD12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484" w:type="pct"/>
            <w:shd w:val="clear" w:color="auto" w:fill="FFFFFF"/>
          </w:tcPr>
          <w:p w14:paraId="09F54258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01ABEF17" w14:textId="77777777" w:rsidTr="00C9484F">
        <w:tc>
          <w:tcPr>
            <w:tcW w:w="743" w:type="pct"/>
            <w:shd w:val="clear" w:color="auto" w:fill="FFFFFF"/>
          </w:tcPr>
          <w:p w14:paraId="6DB8A21E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917" w:type="pct"/>
            <w:shd w:val="clear" w:color="auto" w:fill="FFFFFF"/>
          </w:tcPr>
          <w:p w14:paraId="5F304192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DOC_NO</w:t>
            </w:r>
          </w:p>
        </w:tc>
        <w:tc>
          <w:tcPr>
            <w:tcW w:w="1596" w:type="pct"/>
            <w:shd w:val="clear" w:color="auto" w:fill="FFFFFF"/>
          </w:tcPr>
          <w:p w14:paraId="595074CD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Уникальный учетный номер документа в системе электронного документооборота</w:t>
            </w:r>
          </w:p>
        </w:tc>
        <w:tc>
          <w:tcPr>
            <w:tcW w:w="631" w:type="pct"/>
            <w:shd w:val="clear" w:color="auto" w:fill="FFFFFF"/>
          </w:tcPr>
          <w:p w14:paraId="7E9DB27D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Нет</w:t>
            </w:r>
          </w:p>
        </w:tc>
        <w:tc>
          <w:tcPr>
            <w:tcW w:w="344" w:type="pct"/>
            <w:shd w:val="clear" w:color="auto" w:fill="FFFFFF"/>
          </w:tcPr>
          <w:p w14:paraId="02D55356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proofErr w:type="spellStart"/>
            <w:r w:rsidRPr="00DE28A9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285" w:type="pct"/>
            <w:shd w:val="clear" w:color="auto" w:fill="FFFFFF"/>
          </w:tcPr>
          <w:p w14:paraId="4CEAA956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1-12</w:t>
            </w:r>
          </w:p>
        </w:tc>
        <w:tc>
          <w:tcPr>
            <w:tcW w:w="484" w:type="pct"/>
            <w:shd w:val="clear" w:color="auto" w:fill="FFFFFF"/>
          </w:tcPr>
          <w:p w14:paraId="616F30B1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4BBC01D8" w14:textId="77777777" w:rsidTr="00C9484F">
        <w:tc>
          <w:tcPr>
            <w:tcW w:w="743" w:type="pct"/>
            <w:shd w:val="clear" w:color="auto" w:fill="FFFFFF"/>
          </w:tcPr>
          <w:p w14:paraId="3BFFF157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917" w:type="pct"/>
            <w:shd w:val="clear" w:color="auto" w:fill="FFFFFF"/>
          </w:tcPr>
          <w:p w14:paraId="64DA61FC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DOC_TYPE_ID</w:t>
            </w:r>
          </w:p>
        </w:tc>
        <w:tc>
          <w:tcPr>
            <w:tcW w:w="1596" w:type="pct"/>
            <w:shd w:val="clear" w:color="auto" w:fill="FFFFFF"/>
          </w:tcPr>
          <w:p w14:paraId="28EDE70D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Идентификатор типа документа в системе электронного документооборота</w:t>
            </w:r>
          </w:p>
        </w:tc>
        <w:tc>
          <w:tcPr>
            <w:tcW w:w="631" w:type="pct"/>
            <w:shd w:val="clear" w:color="auto" w:fill="FFFFFF"/>
          </w:tcPr>
          <w:p w14:paraId="49C5A3C8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Нет</w:t>
            </w:r>
          </w:p>
        </w:tc>
        <w:tc>
          <w:tcPr>
            <w:tcW w:w="344" w:type="pct"/>
            <w:shd w:val="clear" w:color="auto" w:fill="FFFFFF"/>
          </w:tcPr>
          <w:p w14:paraId="3E290320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proofErr w:type="spellStart"/>
            <w:r w:rsidRPr="00DE28A9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285" w:type="pct"/>
            <w:shd w:val="clear" w:color="auto" w:fill="FFFFFF"/>
          </w:tcPr>
          <w:p w14:paraId="4669C9CD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1-12</w:t>
            </w:r>
          </w:p>
        </w:tc>
        <w:tc>
          <w:tcPr>
            <w:tcW w:w="484" w:type="pct"/>
            <w:shd w:val="clear" w:color="auto" w:fill="FFFFFF"/>
          </w:tcPr>
          <w:p w14:paraId="636F9BE1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55426FBD" w14:textId="77777777" w:rsidTr="00C9484F">
        <w:tc>
          <w:tcPr>
            <w:tcW w:w="743" w:type="pct"/>
            <w:shd w:val="clear" w:color="auto" w:fill="FFFFFF"/>
          </w:tcPr>
          <w:p w14:paraId="069FA605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917" w:type="pct"/>
            <w:shd w:val="clear" w:color="auto" w:fill="FFFFFF"/>
          </w:tcPr>
          <w:p w14:paraId="35B0CC88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SENDER_ID</w:t>
            </w:r>
          </w:p>
        </w:tc>
        <w:tc>
          <w:tcPr>
            <w:tcW w:w="1596" w:type="pct"/>
            <w:shd w:val="clear" w:color="auto" w:fill="FFFFFF"/>
          </w:tcPr>
          <w:p w14:paraId="5AA35885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Идентификатор отправителя</w:t>
            </w:r>
          </w:p>
        </w:tc>
        <w:tc>
          <w:tcPr>
            <w:tcW w:w="631" w:type="pct"/>
            <w:shd w:val="clear" w:color="auto" w:fill="FFFFFF"/>
          </w:tcPr>
          <w:p w14:paraId="4787BB5C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Нет</w:t>
            </w:r>
          </w:p>
        </w:tc>
        <w:tc>
          <w:tcPr>
            <w:tcW w:w="344" w:type="pct"/>
            <w:shd w:val="clear" w:color="auto" w:fill="FFFFFF"/>
          </w:tcPr>
          <w:p w14:paraId="3D2B987B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proofErr w:type="spellStart"/>
            <w:r w:rsidRPr="00DE28A9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285" w:type="pct"/>
            <w:shd w:val="clear" w:color="auto" w:fill="FFFFFF"/>
          </w:tcPr>
          <w:p w14:paraId="4C857B47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1-12</w:t>
            </w:r>
          </w:p>
        </w:tc>
        <w:tc>
          <w:tcPr>
            <w:tcW w:w="484" w:type="pct"/>
            <w:shd w:val="clear" w:color="auto" w:fill="FFFFFF"/>
          </w:tcPr>
          <w:p w14:paraId="37D72F68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25C57885" w14:textId="77777777" w:rsidTr="00C9484F">
        <w:tc>
          <w:tcPr>
            <w:tcW w:w="743" w:type="pct"/>
            <w:shd w:val="clear" w:color="auto" w:fill="FFFFFF"/>
          </w:tcPr>
          <w:p w14:paraId="70C58005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917" w:type="pct"/>
            <w:shd w:val="clear" w:color="auto" w:fill="FFFFFF"/>
          </w:tcPr>
          <w:p w14:paraId="63CD4244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SENDER_NAME</w:t>
            </w:r>
          </w:p>
        </w:tc>
        <w:tc>
          <w:tcPr>
            <w:tcW w:w="1596" w:type="pct"/>
            <w:shd w:val="clear" w:color="auto" w:fill="FFFFFF"/>
          </w:tcPr>
          <w:p w14:paraId="54740DAF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Краткое наименование отправителя</w:t>
            </w:r>
          </w:p>
        </w:tc>
        <w:tc>
          <w:tcPr>
            <w:tcW w:w="631" w:type="pct"/>
            <w:shd w:val="clear" w:color="auto" w:fill="FFFFFF"/>
          </w:tcPr>
          <w:p w14:paraId="033DCA65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Нет</w:t>
            </w:r>
          </w:p>
        </w:tc>
        <w:tc>
          <w:tcPr>
            <w:tcW w:w="344" w:type="pct"/>
            <w:shd w:val="clear" w:color="auto" w:fill="FFFFFF"/>
          </w:tcPr>
          <w:p w14:paraId="748A33AB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proofErr w:type="spellStart"/>
            <w:r w:rsidRPr="00DE28A9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285" w:type="pct"/>
            <w:shd w:val="clear" w:color="auto" w:fill="FFFFFF"/>
          </w:tcPr>
          <w:p w14:paraId="74ED230D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1-30</w:t>
            </w:r>
          </w:p>
        </w:tc>
        <w:tc>
          <w:tcPr>
            <w:tcW w:w="484" w:type="pct"/>
            <w:shd w:val="clear" w:color="auto" w:fill="FFFFFF"/>
          </w:tcPr>
          <w:p w14:paraId="4866AB46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22309BF5" w14:textId="77777777" w:rsidTr="00C9484F">
        <w:tc>
          <w:tcPr>
            <w:tcW w:w="743" w:type="pct"/>
            <w:shd w:val="clear" w:color="auto" w:fill="FFFFFF"/>
          </w:tcPr>
          <w:p w14:paraId="23AD42DC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917" w:type="pct"/>
            <w:shd w:val="clear" w:color="auto" w:fill="FFFFFF"/>
          </w:tcPr>
          <w:p w14:paraId="48EAC2C5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RECEIVER_ID</w:t>
            </w:r>
          </w:p>
        </w:tc>
        <w:tc>
          <w:tcPr>
            <w:tcW w:w="1596" w:type="pct"/>
            <w:shd w:val="clear" w:color="auto" w:fill="FFFFFF"/>
          </w:tcPr>
          <w:p w14:paraId="713ED907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Идентификатор получателя</w:t>
            </w:r>
          </w:p>
        </w:tc>
        <w:tc>
          <w:tcPr>
            <w:tcW w:w="631" w:type="pct"/>
            <w:shd w:val="clear" w:color="auto" w:fill="FFFFFF"/>
          </w:tcPr>
          <w:p w14:paraId="1318DD1A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Нет</w:t>
            </w:r>
          </w:p>
        </w:tc>
        <w:tc>
          <w:tcPr>
            <w:tcW w:w="344" w:type="pct"/>
            <w:shd w:val="clear" w:color="auto" w:fill="FFFFFF"/>
          </w:tcPr>
          <w:p w14:paraId="3BE6F627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proofErr w:type="spellStart"/>
            <w:r w:rsidRPr="00DE28A9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285" w:type="pct"/>
            <w:shd w:val="clear" w:color="auto" w:fill="FFFFFF"/>
          </w:tcPr>
          <w:p w14:paraId="267E097D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1-12</w:t>
            </w:r>
          </w:p>
        </w:tc>
        <w:tc>
          <w:tcPr>
            <w:tcW w:w="484" w:type="pct"/>
            <w:shd w:val="clear" w:color="auto" w:fill="FFFFFF"/>
          </w:tcPr>
          <w:p w14:paraId="4C3ED9A6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5A8CEC03" w14:textId="77777777" w:rsidTr="00C9484F">
        <w:tc>
          <w:tcPr>
            <w:tcW w:w="743" w:type="pct"/>
            <w:shd w:val="clear" w:color="auto" w:fill="FFFFFF"/>
          </w:tcPr>
          <w:p w14:paraId="3DDBDA00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917" w:type="pct"/>
            <w:shd w:val="clear" w:color="auto" w:fill="FFFFFF"/>
          </w:tcPr>
          <w:p w14:paraId="3646FD3B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REMARKS</w:t>
            </w:r>
          </w:p>
        </w:tc>
        <w:tc>
          <w:tcPr>
            <w:tcW w:w="1596" w:type="pct"/>
            <w:shd w:val="clear" w:color="auto" w:fill="FFFFFF"/>
          </w:tcPr>
          <w:p w14:paraId="5C6D81FF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Текст примечания к файлу</w:t>
            </w:r>
          </w:p>
        </w:tc>
        <w:tc>
          <w:tcPr>
            <w:tcW w:w="631" w:type="pct"/>
            <w:shd w:val="clear" w:color="auto" w:fill="FFFFFF"/>
          </w:tcPr>
          <w:p w14:paraId="7020EB00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Нет</w:t>
            </w:r>
          </w:p>
        </w:tc>
        <w:tc>
          <w:tcPr>
            <w:tcW w:w="344" w:type="pct"/>
            <w:shd w:val="clear" w:color="auto" w:fill="FFFFFF"/>
          </w:tcPr>
          <w:p w14:paraId="39E45743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proofErr w:type="spellStart"/>
            <w:r w:rsidRPr="00DE28A9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285" w:type="pct"/>
            <w:shd w:val="clear" w:color="auto" w:fill="FFFFFF"/>
          </w:tcPr>
          <w:p w14:paraId="07F46D5A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1-120</w:t>
            </w:r>
          </w:p>
        </w:tc>
        <w:tc>
          <w:tcPr>
            <w:tcW w:w="484" w:type="pct"/>
            <w:shd w:val="clear" w:color="auto" w:fill="FFFFFF"/>
          </w:tcPr>
          <w:p w14:paraId="4713B82A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709DA225" w14:textId="77777777" w:rsidTr="00C9484F">
        <w:tc>
          <w:tcPr>
            <w:tcW w:w="743" w:type="pct"/>
            <w:shd w:val="clear" w:color="auto" w:fill="FFFFFF"/>
          </w:tcPr>
          <w:p w14:paraId="6B47173D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917" w:type="pct"/>
            <w:shd w:val="clear" w:color="auto" w:fill="FFFFFF"/>
          </w:tcPr>
          <w:p w14:paraId="21536B6F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SIGNAUTHOR</w:t>
            </w:r>
          </w:p>
        </w:tc>
        <w:tc>
          <w:tcPr>
            <w:tcW w:w="1596" w:type="pct"/>
            <w:shd w:val="clear" w:color="auto" w:fill="FFFFFF"/>
          </w:tcPr>
          <w:p w14:paraId="184D46EF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ФИО автора ЭЦП</w:t>
            </w:r>
          </w:p>
        </w:tc>
        <w:tc>
          <w:tcPr>
            <w:tcW w:w="631" w:type="pct"/>
            <w:shd w:val="clear" w:color="auto" w:fill="FFFFFF"/>
          </w:tcPr>
          <w:p w14:paraId="67A70ED8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Нет</w:t>
            </w:r>
          </w:p>
        </w:tc>
        <w:tc>
          <w:tcPr>
            <w:tcW w:w="344" w:type="pct"/>
            <w:shd w:val="clear" w:color="auto" w:fill="FFFFFF"/>
          </w:tcPr>
          <w:p w14:paraId="0EF17460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proofErr w:type="spellStart"/>
            <w:r w:rsidRPr="00DE28A9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285" w:type="pct"/>
            <w:shd w:val="clear" w:color="auto" w:fill="FFFFFF"/>
          </w:tcPr>
          <w:p w14:paraId="600A3CAC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484" w:type="pct"/>
            <w:shd w:val="clear" w:color="auto" w:fill="FFFFFF"/>
          </w:tcPr>
          <w:p w14:paraId="03C67C5D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2BF52F19" w14:textId="77777777" w:rsidTr="00C9484F">
        <w:tc>
          <w:tcPr>
            <w:tcW w:w="743" w:type="pct"/>
            <w:shd w:val="clear" w:color="auto" w:fill="BFBFBF"/>
          </w:tcPr>
          <w:p w14:paraId="6A6265A4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 xml:space="preserve">  /DOC_REQUISITES</w:t>
            </w:r>
          </w:p>
        </w:tc>
        <w:tc>
          <w:tcPr>
            <w:tcW w:w="917" w:type="pct"/>
            <w:shd w:val="clear" w:color="auto" w:fill="BFBFBF"/>
          </w:tcPr>
          <w:p w14:paraId="5BE23CB0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1596" w:type="pct"/>
            <w:shd w:val="clear" w:color="auto" w:fill="BFBFBF"/>
          </w:tcPr>
          <w:p w14:paraId="113F0C4C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631" w:type="pct"/>
            <w:shd w:val="clear" w:color="auto" w:fill="BFBFBF"/>
          </w:tcPr>
          <w:p w14:paraId="3AC789B7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shd w:val="clear" w:color="auto" w:fill="BFBFBF"/>
          </w:tcPr>
          <w:p w14:paraId="13FAFD9C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BFBFBF"/>
          </w:tcPr>
          <w:p w14:paraId="1EE01221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484" w:type="pct"/>
            <w:shd w:val="clear" w:color="auto" w:fill="BFBFBF"/>
          </w:tcPr>
          <w:p w14:paraId="15244845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4B8DA56B" w14:textId="77777777" w:rsidTr="00C9484F">
        <w:tc>
          <w:tcPr>
            <w:tcW w:w="743" w:type="pct"/>
            <w:shd w:val="clear" w:color="auto" w:fill="BFBFBF"/>
          </w:tcPr>
          <w:p w14:paraId="781C961D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 xml:space="preserve">  CCX04</w:t>
            </w:r>
          </w:p>
        </w:tc>
        <w:tc>
          <w:tcPr>
            <w:tcW w:w="917" w:type="pct"/>
            <w:shd w:val="clear" w:color="auto" w:fill="BFBFBF"/>
          </w:tcPr>
          <w:p w14:paraId="7BB7D409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1596" w:type="pct"/>
            <w:shd w:val="clear" w:color="auto" w:fill="BFBFBF"/>
          </w:tcPr>
          <w:p w14:paraId="564E6710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Блок данных отчета</w:t>
            </w:r>
          </w:p>
        </w:tc>
        <w:tc>
          <w:tcPr>
            <w:tcW w:w="631" w:type="pct"/>
            <w:shd w:val="clear" w:color="auto" w:fill="BFBFBF"/>
          </w:tcPr>
          <w:p w14:paraId="18D4AC27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shd w:val="clear" w:color="auto" w:fill="BFBFBF"/>
          </w:tcPr>
          <w:p w14:paraId="31DD17C1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BFBFBF"/>
          </w:tcPr>
          <w:p w14:paraId="09E51AD0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484" w:type="pct"/>
            <w:shd w:val="clear" w:color="auto" w:fill="BFBFBF"/>
          </w:tcPr>
          <w:p w14:paraId="35424CEB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49E5A281" w14:textId="77777777" w:rsidTr="00C9484F">
        <w:tc>
          <w:tcPr>
            <w:tcW w:w="743" w:type="pct"/>
            <w:shd w:val="clear" w:color="auto" w:fill="FFFFFF"/>
          </w:tcPr>
          <w:p w14:paraId="140FCFBE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917" w:type="pct"/>
            <w:shd w:val="clear" w:color="auto" w:fill="FFFFFF"/>
          </w:tcPr>
          <w:p w14:paraId="3DA165A5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proofErr w:type="spellStart"/>
            <w:r w:rsidRPr="00DE28A9">
              <w:rPr>
                <w:sz w:val="18"/>
                <w:szCs w:val="18"/>
              </w:rPr>
              <w:t>ReportDate</w:t>
            </w:r>
            <w:proofErr w:type="spellEnd"/>
          </w:p>
        </w:tc>
        <w:tc>
          <w:tcPr>
            <w:tcW w:w="1596" w:type="pct"/>
            <w:shd w:val="clear" w:color="auto" w:fill="FFFFFF"/>
          </w:tcPr>
          <w:p w14:paraId="73C53890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Дата, за которую сформирован отчет</w:t>
            </w:r>
          </w:p>
        </w:tc>
        <w:tc>
          <w:tcPr>
            <w:tcW w:w="631" w:type="pct"/>
            <w:shd w:val="clear" w:color="auto" w:fill="FFFFFF"/>
          </w:tcPr>
          <w:p w14:paraId="7017F368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Да</w:t>
            </w:r>
          </w:p>
        </w:tc>
        <w:tc>
          <w:tcPr>
            <w:tcW w:w="344" w:type="pct"/>
            <w:shd w:val="clear" w:color="auto" w:fill="FFFFFF"/>
          </w:tcPr>
          <w:p w14:paraId="61E1C9CD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proofErr w:type="spellStart"/>
            <w:r w:rsidRPr="00DE28A9">
              <w:rPr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285" w:type="pct"/>
            <w:shd w:val="clear" w:color="auto" w:fill="FFFFFF"/>
          </w:tcPr>
          <w:p w14:paraId="2E07A267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484" w:type="pct"/>
            <w:shd w:val="clear" w:color="auto" w:fill="FFFFFF"/>
          </w:tcPr>
          <w:p w14:paraId="75EE1697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75390CF5" w14:textId="77777777" w:rsidTr="00C9484F">
        <w:tc>
          <w:tcPr>
            <w:tcW w:w="743" w:type="pct"/>
            <w:shd w:val="clear" w:color="auto" w:fill="FFFFFF"/>
          </w:tcPr>
          <w:p w14:paraId="09980E40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917" w:type="pct"/>
            <w:shd w:val="clear" w:color="auto" w:fill="FFFFFF"/>
          </w:tcPr>
          <w:p w14:paraId="2967697E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  <w:lang w:val="en-US"/>
              </w:rPr>
              <w:t>Clearing</w:t>
            </w:r>
            <w:proofErr w:type="spellStart"/>
            <w:r w:rsidRPr="00DE28A9">
              <w:rPr>
                <w:sz w:val="18"/>
                <w:szCs w:val="18"/>
              </w:rPr>
              <w:t>FirmId</w:t>
            </w:r>
            <w:proofErr w:type="spellEnd"/>
          </w:p>
        </w:tc>
        <w:tc>
          <w:tcPr>
            <w:tcW w:w="1596" w:type="pct"/>
            <w:shd w:val="clear" w:color="auto" w:fill="FFFFFF"/>
          </w:tcPr>
          <w:p w14:paraId="7F46E21C" w14:textId="77777777" w:rsidR="00D54121" w:rsidRPr="00DE28A9" w:rsidRDefault="00CB2FDE" w:rsidP="00BB0E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Клиринговый код</w:t>
            </w:r>
            <w:r w:rsidRPr="00DE28A9">
              <w:rPr>
                <w:sz w:val="18"/>
                <w:szCs w:val="18"/>
              </w:rPr>
              <w:t xml:space="preserve"> </w:t>
            </w:r>
            <w:r w:rsidR="00D54121" w:rsidRPr="00DE28A9">
              <w:rPr>
                <w:sz w:val="18"/>
                <w:szCs w:val="18"/>
              </w:rPr>
              <w:t>Участника клиринга</w:t>
            </w:r>
          </w:p>
        </w:tc>
        <w:tc>
          <w:tcPr>
            <w:tcW w:w="631" w:type="pct"/>
            <w:shd w:val="clear" w:color="auto" w:fill="FFFFFF"/>
          </w:tcPr>
          <w:p w14:paraId="5D5D361E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Да</w:t>
            </w:r>
          </w:p>
        </w:tc>
        <w:tc>
          <w:tcPr>
            <w:tcW w:w="344" w:type="pct"/>
            <w:shd w:val="clear" w:color="auto" w:fill="FFFFFF"/>
          </w:tcPr>
          <w:p w14:paraId="5BF2171B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proofErr w:type="spellStart"/>
            <w:r w:rsidRPr="00DE28A9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285" w:type="pct"/>
            <w:shd w:val="clear" w:color="auto" w:fill="FFFFFF"/>
          </w:tcPr>
          <w:p w14:paraId="716D4A76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0-12</w:t>
            </w:r>
          </w:p>
        </w:tc>
        <w:tc>
          <w:tcPr>
            <w:tcW w:w="484" w:type="pct"/>
            <w:shd w:val="clear" w:color="auto" w:fill="FFFFFF"/>
          </w:tcPr>
          <w:p w14:paraId="08CE810A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58486122" w14:textId="77777777" w:rsidTr="00C9484F">
        <w:tc>
          <w:tcPr>
            <w:tcW w:w="743" w:type="pct"/>
            <w:shd w:val="clear" w:color="auto" w:fill="FFFFFF"/>
          </w:tcPr>
          <w:p w14:paraId="28B31947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917" w:type="pct"/>
            <w:shd w:val="clear" w:color="auto" w:fill="FFFFFF"/>
          </w:tcPr>
          <w:p w14:paraId="79DD7F72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  <w:lang w:val="en-US"/>
              </w:rPr>
              <w:t>Clearing</w:t>
            </w:r>
            <w:proofErr w:type="spellStart"/>
            <w:r w:rsidRPr="00DE28A9">
              <w:rPr>
                <w:sz w:val="18"/>
                <w:szCs w:val="18"/>
              </w:rPr>
              <w:t>FirmName</w:t>
            </w:r>
            <w:proofErr w:type="spellEnd"/>
          </w:p>
        </w:tc>
        <w:tc>
          <w:tcPr>
            <w:tcW w:w="1596" w:type="pct"/>
            <w:shd w:val="clear" w:color="auto" w:fill="FFFFFF"/>
          </w:tcPr>
          <w:p w14:paraId="416F43A2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Наименование Участника клиринга</w:t>
            </w:r>
          </w:p>
        </w:tc>
        <w:tc>
          <w:tcPr>
            <w:tcW w:w="631" w:type="pct"/>
            <w:shd w:val="clear" w:color="auto" w:fill="FFFFFF"/>
          </w:tcPr>
          <w:p w14:paraId="64826435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Да</w:t>
            </w:r>
          </w:p>
        </w:tc>
        <w:tc>
          <w:tcPr>
            <w:tcW w:w="344" w:type="pct"/>
            <w:shd w:val="clear" w:color="auto" w:fill="FFFFFF"/>
          </w:tcPr>
          <w:p w14:paraId="794B3498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proofErr w:type="spellStart"/>
            <w:r w:rsidRPr="00DE28A9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285" w:type="pct"/>
            <w:shd w:val="clear" w:color="auto" w:fill="FFFFFF"/>
          </w:tcPr>
          <w:p w14:paraId="552DA846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0-120</w:t>
            </w:r>
          </w:p>
        </w:tc>
        <w:tc>
          <w:tcPr>
            <w:tcW w:w="484" w:type="pct"/>
            <w:shd w:val="clear" w:color="auto" w:fill="FFFFFF"/>
          </w:tcPr>
          <w:p w14:paraId="539D6569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6871D629" w14:textId="77777777" w:rsidTr="00C9484F">
        <w:tc>
          <w:tcPr>
            <w:tcW w:w="743" w:type="pct"/>
            <w:shd w:val="clear" w:color="auto" w:fill="FFFFFF"/>
          </w:tcPr>
          <w:p w14:paraId="6BC33615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917" w:type="pct"/>
            <w:shd w:val="clear" w:color="auto" w:fill="FFFFFF"/>
          </w:tcPr>
          <w:p w14:paraId="3AFEB093" w14:textId="77777777" w:rsidR="00D54121" w:rsidRPr="00DE28A9" w:rsidRDefault="00D54121" w:rsidP="00BB0E41">
            <w:pPr>
              <w:rPr>
                <w:sz w:val="18"/>
                <w:szCs w:val="18"/>
                <w:lang w:val="en-US"/>
              </w:rPr>
            </w:pPr>
            <w:r w:rsidRPr="00DE28A9">
              <w:rPr>
                <w:sz w:val="18"/>
                <w:szCs w:val="18"/>
                <w:lang w:val="en-US"/>
              </w:rPr>
              <w:t>Clearing</w:t>
            </w:r>
            <w:proofErr w:type="spellStart"/>
            <w:r w:rsidRPr="00DE28A9">
              <w:rPr>
                <w:sz w:val="18"/>
                <w:szCs w:val="18"/>
              </w:rPr>
              <w:t>FirmName</w:t>
            </w:r>
            <w:proofErr w:type="spellEnd"/>
            <w:r w:rsidRPr="00DE28A9">
              <w:rPr>
                <w:sz w:val="18"/>
                <w:szCs w:val="18"/>
                <w:lang w:val="en-US"/>
              </w:rPr>
              <w:t>EN</w:t>
            </w:r>
          </w:p>
        </w:tc>
        <w:tc>
          <w:tcPr>
            <w:tcW w:w="1596" w:type="pct"/>
            <w:shd w:val="clear" w:color="auto" w:fill="FFFFFF"/>
          </w:tcPr>
          <w:p w14:paraId="57C8D570" w14:textId="77777777" w:rsidR="00D54121" w:rsidRPr="00DE28A9" w:rsidDel="00400B27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Наименование Участника клиринга</w:t>
            </w:r>
            <w:r w:rsidRPr="00DE28A9">
              <w:rPr>
                <w:sz w:val="18"/>
                <w:szCs w:val="18"/>
                <w:lang w:val="en-US"/>
              </w:rPr>
              <w:t xml:space="preserve"> (</w:t>
            </w:r>
            <w:r w:rsidRPr="00DE28A9">
              <w:rPr>
                <w:sz w:val="18"/>
                <w:szCs w:val="18"/>
              </w:rPr>
              <w:t>английское</w:t>
            </w:r>
            <w:r w:rsidRPr="00DE28A9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631" w:type="pct"/>
            <w:shd w:val="clear" w:color="auto" w:fill="FFFFFF"/>
          </w:tcPr>
          <w:p w14:paraId="4EB101F4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Нет</w:t>
            </w:r>
          </w:p>
        </w:tc>
        <w:tc>
          <w:tcPr>
            <w:tcW w:w="344" w:type="pct"/>
            <w:shd w:val="clear" w:color="auto" w:fill="FFFFFF"/>
          </w:tcPr>
          <w:p w14:paraId="77A4C66D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proofErr w:type="spellStart"/>
            <w:r w:rsidRPr="00DE28A9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285" w:type="pct"/>
            <w:shd w:val="clear" w:color="auto" w:fill="FFFFFF"/>
          </w:tcPr>
          <w:p w14:paraId="075D4D2B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0-120</w:t>
            </w:r>
          </w:p>
        </w:tc>
        <w:tc>
          <w:tcPr>
            <w:tcW w:w="484" w:type="pct"/>
            <w:shd w:val="clear" w:color="auto" w:fill="FFFFFF"/>
          </w:tcPr>
          <w:p w14:paraId="216630FB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60AAFE0E" w14:textId="77777777" w:rsidTr="00C9484F">
        <w:tc>
          <w:tcPr>
            <w:tcW w:w="743" w:type="pct"/>
            <w:shd w:val="clear" w:color="auto" w:fill="BFBFBF"/>
          </w:tcPr>
          <w:p w14:paraId="7231DFF2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 xml:space="preserve">    SETTLE</w:t>
            </w:r>
          </w:p>
        </w:tc>
        <w:tc>
          <w:tcPr>
            <w:tcW w:w="917" w:type="pct"/>
            <w:shd w:val="clear" w:color="auto" w:fill="BFBFBF"/>
          </w:tcPr>
          <w:p w14:paraId="7E694D2F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1596" w:type="pct"/>
            <w:shd w:val="clear" w:color="auto" w:fill="BFBFBF"/>
          </w:tcPr>
          <w:p w14:paraId="28C2F119" w14:textId="77777777" w:rsidR="00D54121" w:rsidRPr="007E7EE5" w:rsidRDefault="00D54121" w:rsidP="00BB0E41">
            <w:pPr>
              <w:rPr>
                <w:sz w:val="18"/>
                <w:szCs w:val="18"/>
              </w:rPr>
            </w:pPr>
            <w:r w:rsidRPr="007E7EE5">
              <w:rPr>
                <w:sz w:val="18"/>
                <w:szCs w:val="18"/>
              </w:rPr>
              <w:t xml:space="preserve">Блок информации по </w:t>
            </w:r>
            <w:r w:rsidR="00C22E1F" w:rsidRPr="007E7EE5">
              <w:rPr>
                <w:sz w:val="18"/>
                <w:szCs w:val="18"/>
              </w:rPr>
              <w:t>ТКР</w:t>
            </w:r>
          </w:p>
        </w:tc>
        <w:tc>
          <w:tcPr>
            <w:tcW w:w="631" w:type="pct"/>
            <w:shd w:val="clear" w:color="auto" w:fill="BFBFBF"/>
          </w:tcPr>
          <w:p w14:paraId="59A80AA5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shd w:val="clear" w:color="auto" w:fill="BFBFBF"/>
          </w:tcPr>
          <w:p w14:paraId="1EAD4F7C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BFBFBF"/>
          </w:tcPr>
          <w:p w14:paraId="79CEFEF7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484" w:type="pct"/>
            <w:shd w:val="clear" w:color="auto" w:fill="BFBFBF"/>
          </w:tcPr>
          <w:p w14:paraId="15184F68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781584F3" w14:textId="77777777" w:rsidTr="00C9484F">
        <w:tc>
          <w:tcPr>
            <w:tcW w:w="743" w:type="pct"/>
            <w:shd w:val="clear" w:color="auto" w:fill="FFFFFF"/>
          </w:tcPr>
          <w:p w14:paraId="1AE13E8C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917" w:type="pct"/>
            <w:shd w:val="clear" w:color="auto" w:fill="FFFFFF"/>
          </w:tcPr>
          <w:p w14:paraId="4E294412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proofErr w:type="spellStart"/>
            <w:r w:rsidRPr="00DE28A9">
              <w:rPr>
                <w:sz w:val="18"/>
                <w:szCs w:val="18"/>
              </w:rPr>
              <w:t>ExtSettleCode</w:t>
            </w:r>
            <w:proofErr w:type="spellEnd"/>
          </w:p>
        </w:tc>
        <w:tc>
          <w:tcPr>
            <w:tcW w:w="1596" w:type="pct"/>
            <w:shd w:val="clear" w:color="auto" w:fill="FFFFFF"/>
          </w:tcPr>
          <w:p w14:paraId="20253DC2" w14:textId="77777777" w:rsidR="00D54121" w:rsidRPr="007E7EE5" w:rsidRDefault="00C22E1F" w:rsidP="00BB0E41">
            <w:pPr>
              <w:rPr>
                <w:sz w:val="18"/>
                <w:szCs w:val="18"/>
              </w:rPr>
            </w:pPr>
            <w:r w:rsidRPr="007E7EE5">
              <w:rPr>
                <w:sz w:val="18"/>
                <w:szCs w:val="18"/>
              </w:rPr>
              <w:t>ТКР</w:t>
            </w:r>
            <w:r w:rsidR="00D54121" w:rsidRPr="007E7EE5">
              <w:rPr>
                <w:sz w:val="18"/>
                <w:szCs w:val="18"/>
              </w:rPr>
              <w:t xml:space="preserve"> Участника клиринга</w:t>
            </w:r>
          </w:p>
        </w:tc>
        <w:tc>
          <w:tcPr>
            <w:tcW w:w="631" w:type="pct"/>
            <w:shd w:val="clear" w:color="auto" w:fill="FFFFFF"/>
          </w:tcPr>
          <w:p w14:paraId="4FBEFF70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Да</w:t>
            </w:r>
          </w:p>
        </w:tc>
        <w:tc>
          <w:tcPr>
            <w:tcW w:w="344" w:type="pct"/>
            <w:shd w:val="clear" w:color="auto" w:fill="FFFFFF"/>
          </w:tcPr>
          <w:p w14:paraId="6D5A3BDC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proofErr w:type="spellStart"/>
            <w:r w:rsidRPr="00DE28A9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285" w:type="pct"/>
            <w:shd w:val="clear" w:color="auto" w:fill="FFFFFF"/>
          </w:tcPr>
          <w:p w14:paraId="39B74E66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20</w:t>
            </w:r>
          </w:p>
        </w:tc>
        <w:tc>
          <w:tcPr>
            <w:tcW w:w="484" w:type="pct"/>
            <w:shd w:val="clear" w:color="auto" w:fill="FFFFFF"/>
          </w:tcPr>
          <w:p w14:paraId="4847730D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7D13B59E" w14:textId="77777777" w:rsidTr="00C9484F">
        <w:tc>
          <w:tcPr>
            <w:tcW w:w="743" w:type="pct"/>
            <w:shd w:val="clear" w:color="auto" w:fill="BFBFBF"/>
          </w:tcPr>
          <w:p w14:paraId="6C9A4633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 xml:space="preserve">      CURRENCY</w:t>
            </w:r>
          </w:p>
        </w:tc>
        <w:tc>
          <w:tcPr>
            <w:tcW w:w="917" w:type="pct"/>
            <w:shd w:val="clear" w:color="auto" w:fill="BFBFBF"/>
          </w:tcPr>
          <w:p w14:paraId="75841054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1596" w:type="pct"/>
            <w:shd w:val="clear" w:color="auto" w:fill="BFBFBF"/>
          </w:tcPr>
          <w:p w14:paraId="667365D1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Блок информации по валюте</w:t>
            </w:r>
          </w:p>
        </w:tc>
        <w:tc>
          <w:tcPr>
            <w:tcW w:w="631" w:type="pct"/>
            <w:shd w:val="clear" w:color="auto" w:fill="BFBFBF"/>
          </w:tcPr>
          <w:p w14:paraId="7415F424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shd w:val="clear" w:color="auto" w:fill="BFBFBF"/>
          </w:tcPr>
          <w:p w14:paraId="0943F487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BFBFBF"/>
          </w:tcPr>
          <w:p w14:paraId="0F08A4CE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484" w:type="pct"/>
            <w:shd w:val="clear" w:color="auto" w:fill="BFBFBF"/>
          </w:tcPr>
          <w:p w14:paraId="59A72A6E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68235B32" w14:textId="77777777" w:rsidTr="00C9484F">
        <w:tc>
          <w:tcPr>
            <w:tcW w:w="743" w:type="pct"/>
            <w:shd w:val="clear" w:color="auto" w:fill="FFFFFF"/>
          </w:tcPr>
          <w:p w14:paraId="782B71AB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917" w:type="pct"/>
            <w:shd w:val="clear" w:color="auto" w:fill="FFFFFF"/>
          </w:tcPr>
          <w:p w14:paraId="35B4B651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proofErr w:type="spellStart"/>
            <w:r w:rsidRPr="00DE28A9">
              <w:rPr>
                <w:sz w:val="18"/>
                <w:szCs w:val="18"/>
              </w:rPr>
              <w:t>CurrencyId</w:t>
            </w:r>
            <w:proofErr w:type="spellEnd"/>
          </w:p>
        </w:tc>
        <w:tc>
          <w:tcPr>
            <w:tcW w:w="1596" w:type="pct"/>
            <w:shd w:val="clear" w:color="auto" w:fill="FFFFFF"/>
          </w:tcPr>
          <w:p w14:paraId="70C30B61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Идентификатор валюты</w:t>
            </w:r>
          </w:p>
        </w:tc>
        <w:tc>
          <w:tcPr>
            <w:tcW w:w="631" w:type="pct"/>
            <w:shd w:val="clear" w:color="auto" w:fill="FFFFFF"/>
          </w:tcPr>
          <w:p w14:paraId="05986CCC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Да</w:t>
            </w:r>
          </w:p>
        </w:tc>
        <w:tc>
          <w:tcPr>
            <w:tcW w:w="344" w:type="pct"/>
            <w:shd w:val="clear" w:color="auto" w:fill="FFFFFF"/>
          </w:tcPr>
          <w:p w14:paraId="43927898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proofErr w:type="spellStart"/>
            <w:r w:rsidRPr="00DE28A9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285" w:type="pct"/>
            <w:shd w:val="clear" w:color="auto" w:fill="FFFFFF"/>
          </w:tcPr>
          <w:p w14:paraId="652938AE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4</w:t>
            </w:r>
          </w:p>
        </w:tc>
        <w:tc>
          <w:tcPr>
            <w:tcW w:w="484" w:type="pct"/>
            <w:shd w:val="clear" w:color="auto" w:fill="FFFFFF"/>
          </w:tcPr>
          <w:p w14:paraId="797066C4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519C31F6" w14:textId="77777777" w:rsidTr="00C9484F">
        <w:tc>
          <w:tcPr>
            <w:tcW w:w="743" w:type="pct"/>
            <w:shd w:val="clear" w:color="auto" w:fill="FFFFFF"/>
          </w:tcPr>
          <w:p w14:paraId="2F6E7FE1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917" w:type="pct"/>
            <w:shd w:val="clear" w:color="auto" w:fill="FFFFFF"/>
          </w:tcPr>
          <w:p w14:paraId="3D2CB819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proofErr w:type="spellStart"/>
            <w:r w:rsidRPr="00DE28A9">
              <w:rPr>
                <w:sz w:val="18"/>
                <w:szCs w:val="18"/>
              </w:rPr>
              <w:t>NettoSum</w:t>
            </w:r>
            <w:proofErr w:type="spellEnd"/>
          </w:p>
        </w:tc>
        <w:tc>
          <w:tcPr>
            <w:tcW w:w="1596" w:type="pct"/>
            <w:shd w:val="clear" w:color="auto" w:fill="FFFFFF"/>
          </w:tcPr>
          <w:p w14:paraId="779F7D5B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Итоговое нетто-обязательство / Итоговое нетто-требование</w:t>
            </w:r>
          </w:p>
        </w:tc>
        <w:tc>
          <w:tcPr>
            <w:tcW w:w="631" w:type="pct"/>
            <w:shd w:val="clear" w:color="auto" w:fill="FFFFFF"/>
          </w:tcPr>
          <w:p w14:paraId="3C9909F0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Да</w:t>
            </w:r>
          </w:p>
        </w:tc>
        <w:tc>
          <w:tcPr>
            <w:tcW w:w="344" w:type="pct"/>
            <w:shd w:val="clear" w:color="auto" w:fill="FFFFFF"/>
          </w:tcPr>
          <w:p w14:paraId="561F1C05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Number</w:t>
            </w:r>
          </w:p>
        </w:tc>
        <w:tc>
          <w:tcPr>
            <w:tcW w:w="285" w:type="pct"/>
            <w:shd w:val="clear" w:color="auto" w:fill="FFFFFF"/>
          </w:tcPr>
          <w:p w14:paraId="0282D1DF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20</w:t>
            </w:r>
          </w:p>
        </w:tc>
        <w:tc>
          <w:tcPr>
            <w:tcW w:w="484" w:type="pct"/>
            <w:shd w:val="clear" w:color="auto" w:fill="FFFFFF"/>
          </w:tcPr>
          <w:p w14:paraId="6FBA1A9F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2</w:t>
            </w:r>
          </w:p>
        </w:tc>
      </w:tr>
      <w:tr w:rsidR="00D54121" w:rsidRPr="00D54121" w14:paraId="5597B347" w14:textId="77777777" w:rsidTr="00C9484F">
        <w:tc>
          <w:tcPr>
            <w:tcW w:w="743" w:type="pct"/>
            <w:shd w:val="clear" w:color="auto" w:fill="BFBFBF"/>
          </w:tcPr>
          <w:p w14:paraId="70358002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 xml:space="preserve">        </w:t>
            </w:r>
            <w:r w:rsidRPr="00DE28A9">
              <w:rPr>
                <w:sz w:val="18"/>
                <w:szCs w:val="18"/>
                <w:lang w:val="en-US"/>
              </w:rPr>
              <w:t>RECORDS</w:t>
            </w:r>
          </w:p>
        </w:tc>
        <w:tc>
          <w:tcPr>
            <w:tcW w:w="917" w:type="pct"/>
            <w:shd w:val="clear" w:color="auto" w:fill="BFBFBF"/>
          </w:tcPr>
          <w:p w14:paraId="4F7CBE2B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1596" w:type="pct"/>
            <w:shd w:val="clear" w:color="auto" w:fill="BFBFBF"/>
          </w:tcPr>
          <w:p w14:paraId="7F9851C2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Блок данных по обязательствам</w:t>
            </w:r>
          </w:p>
        </w:tc>
        <w:tc>
          <w:tcPr>
            <w:tcW w:w="631" w:type="pct"/>
            <w:shd w:val="clear" w:color="auto" w:fill="BFBFBF"/>
          </w:tcPr>
          <w:p w14:paraId="11856D06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shd w:val="clear" w:color="auto" w:fill="BFBFBF"/>
          </w:tcPr>
          <w:p w14:paraId="46B4483C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BFBFBF"/>
          </w:tcPr>
          <w:p w14:paraId="0D440376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484" w:type="pct"/>
            <w:shd w:val="clear" w:color="auto" w:fill="BFBFBF"/>
          </w:tcPr>
          <w:p w14:paraId="05457B4C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60317EE0" w14:textId="77777777" w:rsidTr="00C9484F">
        <w:tc>
          <w:tcPr>
            <w:tcW w:w="743" w:type="pct"/>
            <w:shd w:val="clear" w:color="auto" w:fill="FFFFFF"/>
          </w:tcPr>
          <w:p w14:paraId="37C58C20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917" w:type="pct"/>
            <w:shd w:val="clear" w:color="auto" w:fill="FFFFFF"/>
          </w:tcPr>
          <w:p w14:paraId="309D7F98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proofErr w:type="spellStart"/>
            <w:r w:rsidRPr="00DE28A9">
              <w:rPr>
                <w:sz w:val="18"/>
                <w:szCs w:val="18"/>
                <w:lang w:val="en-US"/>
              </w:rPr>
              <w:t>DataType</w:t>
            </w:r>
            <w:proofErr w:type="spellEnd"/>
          </w:p>
        </w:tc>
        <w:tc>
          <w:tcPr>
            <w:tcW w:w="1596" w:type="pct"/>
            <w:shd w:val="clear" w:color="auto" w:fill="FFFFFF"/>
          </w:tcPr>
          <w:p w14:paraId="2534A723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Тип обязательств:</w:t>
            </w:r>
          </w:p>
          <w:p w14:paraId="6FFCB70A" w14:textId="77777777" w:rsidR="00D54121" w:rsidRPr="00DB3D5D" w:rsidRDefault="00D54121" w:rsidP="00BB0E41">
            <w:pPr>
              <w:rPr>
                <w:sz w:val="18"/>
                <w:szCs w:val="18"/>
              </w:rPr>
            </w:pPr>
            <w:r w:rsidRPr="00DB3D5D">
              <w:rPr>
                <w:sz w:val="18"/>
                <w:szCs w:val="18"/>
              </w:rPr>
              <w:t>FX_OBLIG – по сделкам с наступившей датой исполнения;</w:t>
            </w:r>
          </w:p>
          <w:p w14:paraId="4D06E5DB" w14:textId="77777777" w:rsidR="00D54121" w:rsidRPr="00DB3D5D" w:rsidRDefault="00D54121" w:rsidP="00BB0E41">
            <w:pPr>
              <w:rPr>
                <w:sz w:val="18"/>
                <w:szCs w:val="18"/>
              </w:rPr>
            </w:pPr>
            <w:r w:rsidRPr="00DB3D5D">
              <w:rPr>
                <w:sz w:val="18"/>
                <w:szCs w:val="18"/>
                <w:lang w:val="en-US"/>
              </w:rPr>
              <w:t>PR</w:t>
            </w:r>
            <w:r w:rsidRPr="00DB3D5D">
              <w:rPr>
                <w:sz w:val="18"/>
                <w:szCs w:val="18"/>
              </w:rPr>
              <w:t>_N</w:t>
            </w:r>
            <w:r w:rsidRPr="00DB3D5D">
              <w:rPr>
                <w:sz w:val="18"/>
                <w:szCs w:val="18"/>
                <w:lang w:val="en-US"/>
              </w:rPr>
              <w:t>ETTOSUM</w:t>
            </w:r>
            <w:r w:rsidRPr="00DB3D5D">
              <w:rPr>
                <w:sz w:val="18"/>
                <w:szCs w:val="18"/>
              </w:rPr>
              <w:t xml:space="preserve"> - Итоговое нетто-обязательство / Итоговое нетто-требование из предыдущего отчета;</w:t>
            </w:r>
          </w:p>
          <w:p w14:paraId="1CACD9B4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B3D5D">
              <w:rPr>
                <w:sz w:val="18"/>
                <w:szCs w:val="18"/>
                <w:lang w:val="en-US"/>
              </w:rPr>
              <w:t>FX</w:t>
            </w:r>
            <w:r w:rsidRPr="00DB3D5D">
              <w:rPr>
                <w:sz w:val="18"/>
                <w:szCs w:val="18"/>
              </w:rPr>
              <w:t>_</w:t>
            </w:r>
            <w:r w:rsidRPr="00DB3D5D">
              <w:rPr>
                <w:sz w:val="18"/>
                <w:szCs w:val="18"/>
                <w:lang w:val="en-US"/>
              </w:rPr>
              <w:t>DEBT</w:t>
            </w:r>
            <w:r w:rsidRPr="00DB3D5D">
              <w:rPr>
                <w:sz w:val="18"/>
                <w:szCs w:val="18"/>
              </w:rPr>
              <w:t xml:space="preserve"> – по уплате </w:t>
            </w:r>
            <w:r w:rsidR="007E7EE5">
              <w:rPr>
                <w:sz w:val="18"/>
                <w:szCs w:val="18"/>
              </w:rPr>
              <w:t>з</w:t>
            </w:r>
            <w:r w:rsidRPr="00DB3D5D">
              <w:rPr>
                <w:sz w:val="18"/>
                <w:szCs w:val="18"/>
              </w:rPr>
              <w:t>адолженности;</w:t>
            </w:r>
          </w:p>
        </w:tc>
        <w:tc>
          <w:tcPr>
            <w:tcW w:w="631" w:type="pct"/>
            <w:shd w:val="clear" w:color="auto" w:fill="FFFFFF"/>
          </w:tcPr>
          <w:p w14:paraId="2E288B62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Нет</w:t>
            </w:r>
          </w:p>
        </w:tc>
        <w:tc>
          <w:tcPr>
            <w:tcW w:w="344" w:type="pct"/>
            <w:shd w:val="clear" w:color="auto" w:fill="FFFFFF"/>
          </w:tcPr>
          <w:p w14:paraId="647802E5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proofErr w:type="spellStart"/>
            <w:r w:rsidRPr="00DE28A9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285" w:type="pct"/>
            <w:shd w:val="clear" w:color="auto" w:fill="FFFFFF"/>
          </w:tcPr>
          <w:p w14:paraId="6B13F24A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1-20</w:t>
            </w:r>
          </w:p>
        </w:tc>
        <w:tc>
          <w:tcPr>
            <w:tcW w:w="484" w:type="pct"/>
            <w:shd w:val="clear" w:color="auto" w:fill="FFFFFF"/>
          </w:tcPr>
          <w:p w14:paraId="7742FEAF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6380C74B" w14:textId="77777777" w:rsidTr="00C9484F">
        <w:tc>
          <w:tcPr>
            <w:tcW w:w="743" w:type="pct"/>
            <w:shd w:val="clear" w:color="auto" w:fill="FFFFFF"/>
          </w:tcPr>
          <w:p w14:paraId="65DD4897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917" w:type="pct"/>
            <w:shd w:val="clear" w:color="auto" w:fill="FFFFFF"/>
          </w:tcPr>
          <w:p w14:paraId="7536B44D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proofErr w:type="spellStart"/>
            <w:r w:rsidRPr="00DE28A9">
              <w:rPr>
                <w:sz w:val="18"/>
                <w:szCs w:val="18"/>
              </w:rPr>
              <w:t>Debit</w:t>
            </w:r>
            <w:proofErr w:type="spellEnd"/>
          </w:p>
        </w:tc>
        <w:tc>
          <w:tcPr>
            <w:tcW w:w="1596" w:type="pct"/>
            <w:shd w:val="clear" w:color="auto" w:fill="FFFFFF"/>
          </w:tcPr>
          <w:p w14:paraId="4EAFD9F2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Нетто-обязательство</w:t>
            </w:r>
          </w:p>
        </w:tc>
        <w:tc>
          <w:tcPr>
            <w:tcW w:w="631" w:type="pct"/>
            <w:shd w:val="clear" w:color="auto" w:fill="FFFFFF"/>
          </w:tcPr>
          <w:p w14:paraId="4B48E903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Да</w:t>
            </w:r>
          </w:p>
        </w:tc>
        <w:tc>
          <w:tcPr>
            <w:tcW w:w="344" w:type="pct"/>
            <w:shd w:val="clear" w:color="auto" w:fill="FFFFFF"/>
          </w:tcPr>
          <w:p w14:paraId="471FF899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Number</w:t>
            </w:r>
          </w:p>
        </w:tc>
        <w:tc>
          <w:tcPr>
            <w:tcW w:w="285" w:type="pct"/>
            <w:shd w:val="clear" w:color="auto" w:fill="FFFFFF"/>
          </w:tcPr>
          <w:p w14:paraId="3090DDA0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20</w:t>
            </w:r>
          </w:p>
        </w:tc>
        <w:tc>
          <w:tcPr>
            <w:tcW w:w="484" w:type="pct"/>
            <w:shd w:val="clear" w:color="auto" w:fill="FFFFFF"/>
          </w:tcPr>
          <w:p w14:paraId="40930703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2</w:t>
            </w:r>
          </w:p>
        </w:tc>
      </w:tr>
      <w:tr w:rsidR="00D54121" w:rsidRPr="00D54121" w14:paraId="7B7230FC" w14:textId="77777777" w:rsidTr="00C9484F">
        <w:tc>
          <w:tcPr>
            <w:tcW w:w="743" w:type="pct"/>
            <w:shd w:val="clear" w:color="auto" w:fill="FFFFFF"/>
          </w:tcPr>
          <w:p w14:paraId="5E6A73D7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917" w:type="pct"/>
            <w:shd w:val="clear" w:color="auto" w:fill="FFFFFF"/>
          </w:tcPr>
          <w:p w14:paraId="34EAF904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Credit</w:t>
            </w:r>
          </w:p>
        </w:tc>
        <w:tc>
          <w:tcPr>
            <w:tcW w:w="1596" w:type="pct"/>
            <w:shd w:val="clear" w:color="auto" w:fill="FFFFFF"/>
          </w:tcPr>
          <w:p w14:paraId="355FD63C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Нетто-требование</w:t>
            </w:r>
          </w:p>
        </w:tc>
        <w:tc>
          <w:tcPr>
            <w:tcW w:w="631" w:type="pct"/>
            <w:shd w:val="clear" w:color="auto" w:fill="FFFFFF"/>
          </w:tcPr>
          <w:p w14:paraId="38AA9616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Да</w:t>
            </w:r>
          </w:p>
        </w:tc>
        <w:tc>
          <w:tcPr>
            <w:tcW w:w="344" w:type="pct"/>
            <w:shd w:val="clear" w:color="auto" w:fill="FFFFFF"/>
          </w:tcPr>
          <w:p w14:paraId="034C9F1D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Number</w:t>
            </w:r>
          </w:p>
        </w:tc>
        <w:tc>
          <w:tcPr>
            <w:tcW w:w="285" w:type="pct"/>
            <w:shd w:val="clear" w:color="auto" w:fill="FFFFFF"/>
          </w:tcPr>
          <w:p w14:paraId="2D80DC33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20</w:t>
            </w:r>
          </w:p>
        </w:tc>
        <w:tc>
          <w:tcPr>
            <w:tcW w:w="484" w:type="pct"/>
            <w:shd w:val="clear" w:color="auto" w:fill="FFFFFF"/>
          </w:tcPr>
          <w:p w14:paraId="438C6101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2</w:t>
            </w:r>
          </w:p>
        </w:tc>
      </w:tr>
      <w:tr w:rsidR="00D54121" w:rsidRPr="00D54121" w14:paraId="7F899162" w14:textId="77777777" w:rsidTr="00C9484F">
        <w:tc>
          <w:tcPr>
            <w:tcW w:w="743" w:type="pct"/>
            <w:shd w:val="clear" w:color="auto" w:fill="BFBFBF"/>
          </w:tcPr>
          <w:p w14:paraId="66CE3AA4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lastRenderedPageBreak/>
              <w:t xml:space="preserve">        /</w:t>
            </w:r>
            <w:r w:rsidRPr="00DE28A9">
              <w:rPr>
                <w:sz w:val="18"/>
                <w:szCs w:val="18"/>
                <w:lang w:val="en-US"/>
              </w:rPr>
              <w:t>RECORDS</w:t>
            </w:r>
          </w:p>
        </w:tc>
        <w:tc>
          <w:tcPr>
            <w:tcW w:w="917" w:type="pct"/>
            <w:shd w:val="clear" w:color="auto" w:fill="BFBFBF"/>
          </w:tcPr>
          <w:p w14:paraId="10AC929A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1596" w:type="pct"/>
            <w:shd w:val="clear" w:color="auto" w:fill="BFBFBF"/>
          </w:tcPr>
          <w:p w14:paraId="4780DC6F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631" w:type="pct"/>
            <w:shd w:val="clear" w:color="auto" w:fill="BFBFBF"/>
          </w:tcPr>
          <w:p w14:paraId="35957AE5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shd w:val="clear" w:color="auto" w:fill="BFBFBF"/>
          </w:tcPr>
          <w:p w14:paraId="42988499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BFBFBF"/>
          </w:tcPr>
          <w:p w14:paraId="7023C083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484" w:type="pct"/>
            <w:shd w:val="clear" w:color="auto" w:fill="BFBFBF"/>
          </w:tcPr>
          <w:p w14:paraId="269D671D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63679D65" w14:textId="77777777" w:rsidTr="00C9484F">
        <w:tc>
          <w:tcPr>
            <w:tcW w:w="743" w:type="pct"/>
            <w:shd w:val="clear" w:color="auto" w:fill="BFBFBF"/>
          </w:tcPr>
          <w:p w14:paraId="5B9B523D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 xml:space="preserve">      /CURRENCY</w:t>
            </w:r>
          </w:p>
        </w:tc>
        <w:tc>
          <w:tcPr>
            <w:tcW w:w="917" w:type="pct"/>
            <w:shd w:val="clear" w:color="auto" w:fill="BFBFBF"/>
          </w:tcPr>
          <w:p w14:paraId="70AECEE4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1596" w:type="pct"/>
            <w:shd w:val="clear" w:color="auto" w:fill="BFBFBF"/>
          </w:tcPr>
          <w:p w14:paraId="7D43EDC5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631" w:type="pct"/>
            <w:shd w:val="clear" w:color="auto" w:fill="BFBFBF"/>
          </w:tcPr>
          <w:p w14:paraId="3205A2F7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shd w:val="clear" w:color="auto" w:fill="BFBFBF"/>
          </w:tcPr>
          <w:p w14:paraId="1D49B613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BFBFBF"/>
          </w:tcPr>
          <w:p w14:paraId="2FDAB04C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484" w:type="pct"/>
            <w:shd w:val="clear" w:color="auto" w:fill="BFBFBF"/>
          </w:tcPr>
          <w:p w14:paraId="73AA32B1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267DB71C" w14:textId="77777777" w:rsidTr="00C9484F">
        <w:tc>
          <w:tcPr>
            <w:tcW w:w="743" w:type="pct"/>
            <w:shd w:val="clear" w:color="auto" w:fill="BFBFBF"/>
          </w:tcPr>
          <w:p w14:paraId="190E1784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 xml:space="preserve">    /SETTLE</w:t>
            </w:r>
          </w:p>
        </w:tc>
        <w:tc>
          <w:tcPr>
            <w:tcW w:w="917" w:type="pct"/>
            <w:shd w:val="clear" w:color="auto" w:fill="BFBFBF"/>
          </w:tcPr>
          <w:p w14:paraId="4CA8E50A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1596" w:type="pct"/>
            <w:shd w:val="clear" w:color="auto" w:fill="BFBFBF"/>
          </w:tcPr>
          <w:p w14:paraId="0667926B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631" w:type="pct"/>
            <w:shd w:val="clear" w:color="auto" w:fill="BFBFBF"/>
          </w:tcPr>
          <w:p w14:paraId="4E68C7EB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shd w:val="clear" w:color="auto" w:fill="BFBFBF"/>
          </w:tcPr>
          <w:p w14:paraId="24CA734A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BFBFBF"/>
          </w:tcPr>
          <w:p w14:paraId="05B5AD76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484" w:type="pct"/>
            <w:shd w:val="clear" w:color="auto" w:fill="BFBFBF"/>
          </w:tcPr>
          <w:p w14:paraId="25CC3799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0BED9EE1" w14:textId="77777777" w:rsidTr="00C9484F">
        <w:tc>
          <w:tcPr>
            <w:tcW w:w="743" w:type="pct"/>
            <w:shd w:val="clear" w:color="auto" w:fill="BFBFBF"/>
          </w:tcPr>
          <w:p w14:paraId="3FE66E6F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 xml:space="preserve">  /CCX04</w:t>
            </w:r>
          </w:p>
        </w:tc>
        <w:tc>
          <w:tcPr>
            <w:tcW w:w="917" w:type="pct"/>
            <w:shd w:val="clear" w:color="auto" w:fill="BFBFBF"/>
          </w:tcPr>
          <w:p w14:paraId="06277A2F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1596" w:type="pct"/>
            <w:shd w:val="clear" w:color="auto" w:fill="BFBFBF"/>
          </w:tcPr>
          <w:p w14:paraId="33871918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631" w:type="pct"/>
            <w:shd w:val="clear" w:color="auto" w:fill="BFBFBF"/>
          </w:tcPr>
          <w:p w14:paraId="60DA7426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shd w:val="clear" w:color="auto" w:fill="BFBFBF"/>
          </w:tcPr>
          <w:p w14:paraId="37A6CC1E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BFBFBF"/>
          </w:tcPr>
          <w:p w14:paraId="14F16D79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484" w:type="pct"/>
            <w:shd w:val="clear" w:color="auto" w:fill="BFBFBF"/>
          </w:tcPr>
          <w:p w14:paraId="0D0174E1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  <w:tr w:rsidR="00D54121" w:rsidRPr="00D54121" w14:paraId="363ED9C3" w14:textId="77777777" w:rsidTr="00C9484F">
        <w:tc>
          <w:tcPr>
            <w:tcW w:w="743" w:type="pct"/>
            <w:shd w:val="clear" w:color="auto" w:fill="BFBFBF"/>
          </w:tcPr>
          <w:p w14:paraId="35F4C7A0" w14:textId="77777777" w:rsidR="00D54121" w:rsidRPr="00DE28A9" w:rsidRDefault="00D54121" w:rsidP="00BB0E41">
            <w:pPr>
              <w:rPr>
                <w:sz w:val="18"/>
                <w:szCs w:val="18"/>
              </w:rPr>
            </w:pPr>
            <w:r w:rsidRPr="00DE28A9">
              <w:rPr>
                <w:sz w:val="18"/>
                <w:szCs w:val="18"/>
              </w:rPr>
              <w:t>/</w:t>
            </w:r>
            <w:r w:rsidR="006C18BD">
              <w:rPr>
                <w:sz w:val="18"/>
                <w:szCs w:val="18"/>
                <w:lang w:val="en-US"/>
              </w:rPr>
              <w:t>EFIS</w:t>
            </w:r>
            <w:r w:rsidRPr="00DE28A9">
              <w:rPr>
                <w:sz w:val="18"/>
                <w:szCs w:val="18"/>
              </w:rPr>
              <w:t>_DOC</w:t>
            </w:r>
          </w:p>
        </w:tc>
        <w:tc>
          <w:tcPr>
            <w:tcW w:w="917" w:type="pct"/>
            <w:shd w:val="clear" w:color="auto" w:fill="BFBFBF"/>
          </w:tcPr>
          <w:p w14:paraId="0A9B0D36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1596" w:type="pct"/>
            <w:shd w:val="clear" w:color="auto" w:fill="BFBFBF"/>
          </w:tcPr>
          <w:p w14:paraId="79567A0D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631" w:type="pct"/>
            <w:shd w:val="clear" w:color="auto" w:fill="BFBFBF"/>
          </w:tcPr>
          <w:p w14:paraId="05952FB9" w14:textId="77777777" w:rsidR="00D54121" w:rsidRPr="00DE28A9" w:rsidRDefault="00D54121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shd w:val="clear" w:color="auto" w:fill="BFBFBF"/>
          </w:tcPr>
          <w:p w14:paraId="47548E5E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BFBFBF"/>
          </w:tcPr>
          <w:p w14:paraId="11E694E7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  <w:tc>
          <w:tcPr>
            <w:tcW w:w="484" w:type="pct"/>
            <w:shd w:val="clear" w:color="auto" w:fill="BFBFBF"/>
          </w:tcPr>
          <w:p w14:paraId="55EB12D8" w14:textId="77777777" w:rsidR="00D54121" w:rsidRPr="00DE28A9" w:rsidRDefault="00D54121" w:rsidP="00BB0E41">
            <w:pPr>
              <w:rPr>
                <w:sz w:val="18"/>
                <w:szCs w:val="18"/>
              </w:rPr>
            </w:pPr>
          </w:p>
        </w:tc>
      </w:tr>
    </w:tbl>
    <w:p w14:paraId="2434D9E5" w14:textId="77777777" w:rsidR="00CF7A17" w:rsidRDefault="00CF7A17" w:rsidP="004F25FE">
      <w:pPr>
        <w:pStyle w:val="afff7"/>
        <w:rPr>
          <w:sz w:val="20"/>
        </w:rPr>
      </w:pPr>
    </w:p>
    <w:p w14:paraId="1A97E7AE" w14:textId="77777777" w:rsidR="004F25FE" w:rsidRDefault="004F25FE">
      <w:pPr>
        <w:rPr>
          <w:sz w:val="18"/>
          <w:szCs w:val="18"/>
        </w:rPr>
      </w:pPr>
    </w:p>
    <w:sectPr w:rsidR="004F25FE" w:rsidSect="00DE28A9">
      <w:pgSz w:w="16838" w:h="11906" w:orient="landscape"/>
      <w:pgMar w:top="1276" w:right="669" w:bottom="851" w:left="1134" w:header="426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24710" w14:textId="77777777" w:rsidR="007C041A" w:rsidRDefault="007C041A">
      <w:r>
        <w:separator/>
      </w:r>
    </w:p>
  </w:endnote>
  <w:endnote w:type="continuationSeparator" w:id="0">
    <w:p w14:paraId="2835750E" w14:textId="77777777" w:rsidR="007C041A" w:rsidRDefault="007C0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94950" w14:textId="77777777" w:rsidR="007C041A" w:rsidRDefault="007C041A">
      <w:r>
        <w:separator/>
      </w:r>
    </w:p>
  </w:footnote>
  <w:footnote w:type="continuationSeparator" w:id="0">
    <w:p w14:paraId="67EB0797" w14:textId="77777777" w:rsidR="007C041A" w:rsidRDefault="007C04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8823A" w14:textId="77777777" w:rsidR="00B82BCD" w:rsidRPr="00967D0D" w:rsidRDefault="00B82BCD" w:rsidP="00B82BCD">
    <w:pPr>
      <w:pStyle w:val="ad"/>
      <w:jc w:val="right"/>
      <w:rPr>
        <w:sz w:val="22"/>
        <w:szCs w:val="22"/>
      </w:rPr>
    </w:pPr>
    <w:proofErr w:type="gramStart"/>
    <w:r w:rsidRPr="00934967">
      <w:rPr>
        <w:sz w:val="22"/>
        <w:szCs w:val="22"/>
      </w:rPr>
      <w:t xml:space="preserve">Приложение </w:t>
    </w:r>
    <w:r w:rsidR="00736514">
      <w:rPr>
        <w:sz w:val="22"/>
        <w:szCs w:val="22"/>
      </w:rPr>
      <w:t> </w:t>
    </w:r>
    <w:r w:rsidR="00390E2C">
      <w:rPr>
        <w:sz w:val="22"/>
        <w:szCs w:val="22"/>
      </w:rPr>
      <w:t>31.2</w:t>
    </w:r>
    <w:proofErr w:type="gramEnd"/>
    <w:r w:rsidR="00390E2C">
      <w:rPr>
        <w:sz w:val="22"/>
        <w:szCs w:val="22"/>
      </w:rPr>
      <w:t xml:space="preserve"> </w:t>
    </w:r>
    <w:r w:rsidRPr="00934967">
      <w:rPr>
        <w:sz w:val="22"/>
        <w:szCs w:val="22"/>
      </w:rPr>
      <w:t xml:space="preserve">к Положению о формах и форматах документов </w:t>
    </w:r>
    <w:r w:rsidR="00736514">
      <w:rPr>
        <w:sz w:val="22"/>
        <w:szCs w:val="22"/>
      </w:rPr>
      <w:t>НКО ЦК</w:t>
    </w:r>
    <w:r w:rsidR="006C18BD">
      <w:rPr>
        <w:sz w:val="22"/>
        <w:szCs w:val="22"/>
      </w:rPr>
      <w:t xml:space="preserve"> «ЭФИР»</w:t>
    </w:r>
    <w:r w:rsidR="00736514">
      <w:rPr>
        <w:sz w:val="22"/>
        <w:szCs w:val="22"/>
      </w:rPr>
      <w:t xml:space="preserve"> (АО)</w:t>
    </w:r>
  </w:p>
  <w:p w14:paraId="0598A6F1" w14:textId="77777777" w:rsidR="00B82BCD" w:rsidRDefault="00B82BCD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8B88D" w14:textId="77777777" w:rsidR="00C80A7F" w:rsidRPr="00967D0D" w:rsidRDefault="00C50813" w:rsidP="00C50813">
    <w:pPr>
      <w:pStyle w:val="ad"/>
      <w:jc w:val="right"/>
      <w:rPr>
        <w:sz w:val="22"/>
        <w:szCs w:val="22"/>
      </w:rPr>
    </w:pPr>
    <w:r w:rsidRPr="00934967">
      <w:rPr>
        <w:sz w:val="22"/>
        <w:szCs w:val="22"/>
      </w:rPr>
      <w:t xml:space="preserve">Приложение </w:t>
    </w:r>
    <w:r w:rsidR="00716B6A">
      <w:rPr>
        <w:sz w:val="22"/>
        <w:szCs w:val="22"/>
      </w:rPr>
      <w:t xml:space="preserve">31.2 </w:t>
    </w:r>
    <w:r w:rsidRPr="00934967">
      <w:rPr>
        <w:sz w:val="22"/>
        <w:szCs w:val="22"/>
      </w:rPr>
      <w:t xml:space="preserve">к Положению о формах и форматах документов </w:t>
    </w:r>
    <w:r w:rsidR="00DC224D">
      <w:rPr>
        <w:sz w:val="22"/>
        <w:szCs w:val="22"/>
      </w:rPr>
      <w:t>НКО ЦК</w:t>
    </w:r>
    <w:r w:rsidR="006C18BD">
      <w:rPr>
        <w:sz w:val="22"/>
        <w:szCs w:val="22"/>
      </w:rPr>
      <w:t xml:space="preserve"> «ЭФИР»</w:t>
    </w:r>
    <w:r w:rsidR="00DC224D">
      <w:rPr>
        <w:sz w:val="22"/>
        <w:szCs w:val="22"/>
      </w:rPr>
      <w:t xml:space="preserve"> (АО)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4F5A9094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B0C4F41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E47B3B"/>
    <w:multiLevelType w:val="multilevel"/>
    <w:tmpl w:val="C29A18EC"/>
    <w:lvl w:ilvl="0">
      <w:start w:val="1"/>
      <w:numFmt w:val="decimal"/>
      <w:pStyle w:val="a0"/>
      <w:suff w:val="space"/>
      <w:lvlText w:val="Ф-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" w15:restartNumberingAfterBreak="0">
    <w:nsid w:val="03FB5AC5"/>
    <w:multiLevelType w:val="hybridMultilevel"/>
    <w:tmpl w:val="F564A250"/>
    <w:lvl w:ilvl="0" w:tplc="6DE430BC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682EAC"/>
    <w:multiLevelType w:val="hybridMultilevel"/>
    <w:tmpl w:val="95BAA44C"/>
    <w:lvl w:ilvl="0" w:tplc="54083C76">
      <w:start w:val="1"/>
      <w:numFmt w:val="bullet"/>
      <w:pStyle w:val="a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DC7688"/>
    <w:multiLevelType w:val="singleLevel"/>
    <w:tmpl w:val="78E0B6DA"/>
    <w:lvl w:ilvl="0">
      <w:start w:val="1"/>
      <w:numFmt w:val="bullet"/>
      <w:pStyle w:val="a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5ED5AD9"/>
    <w:multiLevelType w:val="hybridMultilevel"/>
    <w:tmpl w:val="49FE125A"/>
    <w:lvl w:ilvl="0" w:tplc="5AB2F750">
      <w:start w:val="1"/>
      <w:numFmt w:val="bullet"/>
      <w:pStyle w:val="BulletList"/>
      <w:lvlText w:val=""/>
      <w:lvlJc w:val="left"/>
      <w:pPr>
        <w:tabs>
          <w:tab w:val="num" w:pos="473"/>
        </w:tabs>
        <w:ind w:left="471" w:hanging="358"/>
      </w:pPr>
      <w:rPr>
        <w:rFonts w:ascii="Symbol" w:hAnsi="Symbol" w:hint="default"/>
        <w:b w:val="0"/>
        <w:i w:val="0"/>
        <w:color w:val="00B0F0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CC4CF3"/>
    <w:multiLevelType w:val="multilevel"/>
    <w:tmpl w:val="3DCC2E9A"/>
    <w:lvl w:ilvl="0">
      <w:start w:val="1"/>
      <w:numFmt w:val="decimal"/>
      <w:pStyle w:val="a3"/>
      <w:suff w:val="space"/>
      <w:lvlText w:val="Таблица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473613A2"/>
    <w:multiLevelType w:val="hybridMultilevel"/>
    <w:tmpl w:val="3D6CC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60DAA"/>
    <w:multiLevelType w:val="singleLevel"/>
    <w:tmpl w:val="27E2767A"/>
    <w:lvl w:ilvl="0">
      <w:start w:val="1"/>
      <w:numFmt w:val="decimal"/>
      <w:pStyle w:val="a4"/>
      <w:lvlText w:val="%1)"/>
      <w:lvlJc w:val="left"/>
      <w:pPr>
        <w:tabs>
          <w:tab w:val="num" w:pos="927"/>
        </w:tabs>
        <w:ind w:left="0" w:firstLine="567"/>
      </w:pPr>
    </w:lvl>
  </w:abstractNum>
  <w:abstractNum w:abstractNumId="10" w15:restartNumberingAfterBreak="0">
    <w:nsid w:val="50C308F9"/>
    <w:multiLevelType w:val="hybridMultilevel"/>
    <w:tmpl w:val="3D6CC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CD62D6"/>
    <w:multiLevelType w:val="multilevel"/>
    <w:tmpl w:val="5900DD78"/>
    <w:lvl w:ilvl="0">
      <w:start w:val="1"/>
      <w:numFmt w:val="decimal"/>
      <w:pStyle w:val="1"/>
      <w:suff w:val="space"/>
      <w:lvlText w:val="%1."/>
      <w:lvlJc w:val="left"/>
      <w:pPr>
        <w:ind w:left="567" w:hanging="567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567" w:hanging="142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927" w:hanging="567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suff w:val="space"/>
      <w:lvlText w:val="%1.%2.%3.%4."/>
      <w:lvlJc w:val="left"/>
      <w:pPr>
        <w:ind w:left="567" w:firstLine="0"/>
      </w:pPr>
      <w:rPr>
        <w:rFonts w:hint="default"/>
        <w:b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5EAA62AA"/>
    <w:multiLevelType w:val="multilevel"/>
    <w:tmpl w:val="5C106836"/>
    <w:lvl w:ilvl="0">
      <w:start w:val="1"/>
      <w:numFmt w:val="decimal"/>
      <w:pStyle w:val="a5"/>
      <w:suff w:val="space"/>
      <w:lvlText w:val="Рисунок %1. "/>
      <w:lvlJc w:val="left"/>
      <w:pPr>
        <w:ind w:left="454" w:hanging="454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3590658"/>
    <w:multiLevelType w:val="singleLevel"/>
    <w:tmpl w:val="B66A7D5E"/>
    <w:lvl w:ilvl="0">
      <w:start w:val="1"/>
      <w:numFmt w:val="lowerLetter"/>
      <w:pStyle w:val="a6"/>
      <w:lvlText w:val="%1)"/>
      <w:lvlJc w:val="left"/>
      <w:pPr>
        <w:tabs>
          <w:tab w:val="num" w:pos="927"/>
        </w:tabs>
        <w:ind w:left="0" w:firstLine="567"/>
      </w:pPr>
    </w:lvl>
  </w:abstractNum>
  <w:abstractNum w:abstractNumId="14" w15:restartNumberingAfterBreak="0">
    <w:nsid w:val="64E60AEC"/>
    <w:multiLevelType w:val="singleLevel"/>
    <w:tmpl w:val="28EE7C88"/>
    <w:lvl w:ilvl="0">
      <w:start w:val="1"/>
      <w:numFmt w:val="decimal"/>
      <w:pStyle w:val="a7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4"/>
  </w:num>
  <w:num w:numId="2">
    <w:abstractNumId w:val="13"/>
  </w:num>
  <w:num w:numId="3">
    <w:abstractNumId w:val="12"/>
  </w:num>
  <w:num w:numId="4">
    <w:abstractNumId w:val="5"/>
  </w:num>
  <w:num w:numId="5">
    <w:abstractNumId w:val="7"/>
  </w:num>
  <w:num w:numId="6">
    <w:abstractNumId w:val="9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3"/>
  </w:num>
  <w:num w:numId="12">
    <w:abstractNumId w:val="11"/>
  </w:num>
  <w:num w:numId="13">
    <w:abstractNumId w:val="6"/>
  </w:num>
  <w:num w:numId="14">
    <w:abstractNumId w:val="8"/>
  </w:num>
  <w:num w:numId="15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364"/>
    <w:rsid w:val="00000867"/>
    <w:rsid w:val="00001CF3"/>
    <w:rsid w:val="00004C6B"/>
    <w:rsid w:val="00005D01"/>
    <w:rsid w:val="00005D16"/>
    <w:rsid w:val="0000611A"/>
    <w:rsid w:val="00010434"/>
    <w:rsid w:val="000127BA"/>
    <w:rsid w:val="00016FB9"/>
    <w:rsid w:val="000216E6"/>
    <w:rsid w:val="000248C2"/>
    <w:rsid w:val="00026886"/>
    <w:rsid w:val="00027573"/>
    <w:rsid w:val="00027A9A"/>
    <w:rsid w:val="00027CD1"/>
    <w:rsid w:val="00030146"/>
    <w:rsid w:val="00037143"/>
    <w:rsid w:val="000375FB"/>
    <w:rsid w:val="00040E93"/>
    <w:rsid w:val="00045F65"/>
    <w:rsid w:val="00050653"/>
    <w:rsid w:val="00051C4F"/>
    <w:rsid w:val="00057DDF"/>
    <w:rsid w:val="00060755"/>
    <w:rsid w:val="000636B7"/>
    <w:rsid w:val="00064DD7"/>
    <w:rsid w:val="00065166"/>
    <w:rsid w:val="0006551A"/>
    <w:rsid w:val="00066042"/>
    <w:rsid w:val="00066593"/>
    <w:rsid w:val="00070F43"/>
    <w:rsid w:val="00075375"/>
    <w:rsid w:val="00075AFD"/>
    <w:rsid w:val="00076506"/>
    <w:rsid w:val="00076DF6"/>
    <w:rsid w:val="000808A5"/>
    <w:rsid w:val="000817F1"/>
    <w:rsid w:val="00082644"/>
    <w:rsid w:val="000840C7"/>
    <w:rsid w:val="000A0074"/>
    <w:rsid w:val="000A01B3"/>
    <w:rsid w:val="000A073A"/>
    <w:rsid w:val="000B03BB"/>
    <w:rsid w:val="000B04B8"/>
    <w:rsid w:val="000B4026"/>
    <w:rsid w:val="000B7337"/>
    <w:rsid w:val="000C65D4"/>
    <w:rsid w:val="000C6CB8"/>
    <w:rsid w:val="000D08A2"/>
    <w:rsid w:val="000D554B"/>
    <w:rsid w:val="000E00C2"/>
    <w:rsid w:val="000E09C3"/>
    <w:rsid w:val="000E1168"/>
    <w:rsid w:val="000E1C0A"/>
    <w:rsid w:val="000E6DD4"/>
    <w:rsid w:val="000F2AFE"/>
    <w:rsid w:val="001065D8"/>
    <w:rsid w:val="001071A6"/>
    <w:rsid w:val="00111CB0"/>
    <w:rsid w:val="00122204"/>
    <w:rsid w:val="00122860"/>
    <w:rsid w:val="00122DF7"/>
    <w:rsid w:val="00125E62"/>
    <w:rsid w:val="00131B76"/>
    <w:rsid w:val="00132159"/>
    <w:rsid w:val="00133C8F"/>
    <w:rsid w:val="00134074"/>
    <w:rsid w:val="00134F5B"/>
    <w:rsid w:val="001363CD"/>
    <w:rsid w:val="00140A74"/>
    <w:rsid w:val="00143ADE"/>
    <w:rsid w:val="00144CBA"/>
    <w:rsid w:val="00152441"/>
    <w:rsid w:val="00164857"/>
    <w:rsid w:val="0017006D"/>
    <w:rsid w:val="00172B5B"/>
    <w:rsid w:val="00175534"/>
    <w:rsid w:val="00175CCD"/>
    <w:rsid w:val="00183B17"/>
    <w:rsid w:val="00187619"/>
    <w:rsid w:val="001876F0"/>
    <w:rsid w:val="00192038"/>
    <w:rsid w:val="001A44EC"/>
    <w:rsid w:val="001A76B6"/>
    <w:rsid w:val="001B466D"/>
    <w:rsid w:val="001B6895"/>
    <w:rsid w:val="001C20E0"/>
    <w:rsid w:val="001C5CE5"/>
    <w:rsid w:val="001C6364"/>
    <w:rsid w:val="001C65E1"/>
    <w:rsid w:val="001C6893"/>
    <w:rsid w:val="001C75EB"/>
    <w:rsid w:val="001D161F"/>
    <w:rsid w:val="001D2E10"/>
    <w:rsid w:val="001D69AA"/>
    <w:rsid w:val="001E2161"/>
    <w:rsid w:val="001E2698"/>
    <w:rsid w:val="001E5264"/>
    <w:rsid w:val="001E596C"/>
    <w:rsid w:val="001F102E"/>
    <w:rsid w:val="001F120B"/>
    <w:rsid w:val="001F281A"/>
    <w:rsid w:val="002009B9"/>
    <w:rsid w:val="00201A03"/>
    <w:rsid w:val="00201BC2"/>
    <w:rsid w:val="00203124"/>
    <w:rsid w:val="00205EDB"/>
    <w:rsid w:val="00206943"/>
    <w:rsid w:val="00212623"/>
    <w:rsid w:val="00220BB8"/>
    <w:rsid w:val="00221533"/>
    <w:rsid w:val="00222728"/>
    <w:rsid w:val="00226497"/>
    <w:rsid w:val="00226C0F"/>
    <w:rsid w:val="00235733"/>
    <w:rsid w:val="00235EC0"/>
    <w:rsid w:val="002402D7"/>
    <w:rsid w:val="0024182A"/>
    <w:rsid w:val="00246FA9"/>
    <w:rsid w:val="00247D2C"/>
    <w:rsid w:val="00254B28"/>
    <w:rsid w:val="0025589D"/>
    <w:rsid w:val="002566B0"/>
    <w:rsid w:val="0026237F"/>
    <w:rsid w:val="00263BB2"/>
    <w:rsid w:val="00263F8F"/>
    <w:rsid w:val="002656F2"/>
    <w:rsid w:val="00276571"/>
    <w:rsid w:val="00280F7D"/>
    <w:rsid w:val="00280FCF"/>
    <w:rsid w:val="002822E5"/>
    <w:rsid w:val="002853DC"/>
    <w:rsid w:val="002859E1"/>
    <w:rsid w:val="002868F8"/>
    <w:rsid w:val="00292F07"/>
    <w:rsid w:val="00294901"/>
    <w:rsid w:val="002A0130"/>
    <w:rsid w:val="002A1AAF"/>
    <w:rsid w:val="002A337A"/>
    <w:rsid w:val="002A6AAF"/>
    <w:rsid w:val="002B1D8D"/>
    <w:rsid w:val="002B4F73"/>
    <w:rsid w:val="002C2B6D"/>
    <w:rsid w:val="002C5068"/>
    <w:rsid w:val="002D272B"/>
    <w:rsid w:val="002D4728"/>
    <w:rsid w:val="002D60CE"/>
    <w:rsid w:val="002D6138"/>
    <w:rsid w:val="002D72B1"/>
    <w:rsid w:val="002E26E8"/>
    <w:rsid w:val="002E3172"/>
    <w:rsid w:val="002E622E"/>
    <w:rsid w:val="002E6651"/>
    <w:rsid w:val="002E771C"/>
    <w:rsid w:val="002F3966"/>
    <w:rsid w:val="002F6E14"/>
    <w:rsid w:val="003076A6"/>
    <w:rsid w:val="00312741"/>
    <w:rsid w:val="003147A5"/>
    <w:rsid w:val="0031569C"/>
    <w:rsid w:val="0032133C"/>
    <w:rsid w:val="003213BF"/>
    <w:rsid w:val="003325CB"/>
    <w:rsid w:val="0033363B"/>
    <w:rsid w:val="00334157"/>
    <w:rsid w:val="00334C10"/>
    <w:rsid w:val="003422F0"/>
    <w:rsid w:val="00350420"/>
    <w:rsid w:val="00351E01"/>
    <w:rsid w:val="0035626E"/>
    <w:rsid w:val="0036416A"/>
    <w:rsid w:val="003667BA"/>
    <w:rsid w:val="00370D54"/>
    <w:rsid w:val="0037426C"/>
    <w:rsid w:val="00380B39"/>
    <w:rsid w:val="003824A8"/>
    <w:rsid w:val="00383398"/>
    <w:rsid w:val="00385989"/>
    <w:rsid w:val="003859FA"/>
    <w:rsid w:val="0039012F"/>
    <w:rsid w:val="00390268"/>
    <w:rsid w:val="00390E2C"/>
    <w:rsid w:val="00391AB0"/>
    <w:rsid w:val="00396FBF"/>
    <w:rsid w:val="003A10EB"/>
    <w:rsid w:val="003A2ECF"/>
    <w:rsid w:val="003A317E"/>
    <w:rsid w:val="003A3F9C"/>
    <w:rsid w:val="003A6ABD"/>
    <w:rsid w:val="003B086C"/>
    <w:rsid w:val="003B23DE"/>
    <w:rsid w:val="003B2F47"/>
    <w:rsid w:val="003B398B"/>
    <w:rsid w:val="003B50ED"/>
    <w:rsid w:val="003C1E80"/>
    <w:rsid w:val="003D1C86"/>
    <w:rsid w:val="003D5960"/>
    <w:rsid w:val="003E1505"/>
    <w:rsid w:val="003E6347"/>
    <w:rsid w:val="003E7E85"/>
    <w:rsid w:val="004004DD"/>
    <w:rsid w:val="0040554B"/>
    <w:rsid w:val="00405B62"/>
    <w:rsid w:val="004122AA"/>
    <w:rsid w:val="004145B3"/>
    <w:rsid w:val="00415376"/>
    <w:rsid w:val="0042321E"/>
    <w:rsid w:val="00423A6D"/>
    <w:rsid w:val="00424B88"/>
    <w:rsid w:val="00432364"/>
    <w:rsid w:val="00433090"/>
    <w:rsid w:val="0043576E"/>
    <w:rsid w:val="00440EB2"/>
    <w:rsid w:val="0044210D"/>
    <w:rsid w:val="004433A2"/>
    <w:rsid w:val="004465AD"/>
    <w:rsid w:val="004553C8"/>
    <w:rsid w:val="00457B5E"/>
    <w:rsid w:val="0046198D"/>
    <w:rsid w:val="004711D8"/>
    <w:rsid w:val="004728A3"/>
    <w:rsid w:val="004825D9"/>
    <w:rsid w:val="00482643"/>
    <w:rsid w:val="00484009"/>
    <w:rsid w:val="00484510"/>
    <w:rsid w:val="00484F79"/>
    <w:rsid w:val="00485814"/>
    <w:rsid w:val="00487D69"/>
    <w:rsid w:val="0049162D"/>
    <w:rsid w:val="00494211"/>
    <w:rsid w:val="004A0B84"/>
    <w:rsid w:val="004A468F"/>
    <w:rsid w:val="004A5363"/>
    <w:rsid w:val="004A5EED"/>
    <w:rsid w:val="004B4A25"/>
    <w:rsid w:val="004B6DC4"/>
    <w:rsid w:val="004C037D"/>
    <w:rsid w:val="004C1741"/>
    <w:rsid w:val="004C191C"/>
    <w:rsid w:val="004C41D0"/>
    <w:rsid w:val="004C7517"/>
    <w:rsid w:val="004D3145"/>
    <w:rsid w:val="004D7A74"/>
    <w:rsid w:val="004E3040"/>
    <w:rsid w:val="004E39F2"/>
    <w:rsid w:val="004E4B87"/>
    <w:rsid w:val="004E6340"/>
    <w:rsid w:val="004F0EB0"/>
    <w:rsid w:val="004F18F2"/>
    <w:rsid w:val="004F25FE"/>
    <w:rsid w:val="004F7A68"/>
    <w:rsid w:val="00502A0F"/>
    <w:rsid w:val="00502AE7"/>
    <w:rsid w:val="0050738C"/>
    <w:rsid w:val="00507AD1"/>
    <w:rsid w:val="00510642"/>
    <w:rsid w:val="005202FB"/>
    <w:rsid w:val="00520D6C"/>
    <w:rsid w:val="00523B7D"/>
    <w:rsid w:val="00525DC1"/>
    <w:rsid w:val="00536C72"/>
    <w:rsid w:val="00537300"/>
    <w:rsid w:val="00543FDA"/>
    <w:rsid w:val="0054416A"/>
    <w:rsid w:val="005446B9"/>
    <w:rsid w:val="00545B0B"/>
    <w:rsid w:val="005501D1"/>
    <w:rsid w:val="0055041B"/>
    <w:rsid w:val="00551578"/>
    <w:rsid w:val="00554FA9"/>
    <w:rsid w:val="00556009"/>
    <w:rsid w:val="00556C0E"/>
    <w:rsid w:val="00560847"/>
    <w:rsid w:val="00563AD8"/>
    <w:rsid w:val="00564D77"/>
    <w:rsid w:val="00565333"/>
    <w:rsid w:val="005655A6"/>
    <w:rsid w:val="00567431"/>
    <w:rsid w:val="0057191E"/>
    <w:rsid w:val="00573284"/>
    <w:rsid w:val="00577DD6"/>
    <w:rsid w:val="0058438E"/>
    <w:rsid w:val="005857CA"/>
    <w:rsid w:val="00595338"/>
    <w:rsid w:val="00596D93"/>
    <w:rsid w:val="005A27BA"/>
    <w:rsid w:val="005A4D2A"/>
    <w:rsid w:val="005A7248"/>
    <w:rsid w:val="005B0700"/>
    <w:rsid w:val="005B1C20"/>
    <w:rsid w:val="005B3D3D"/>
    <w:rsid w:val="005B6F8C"/>
    <w:rsid w:val="005C0BD2"/>
    <w:rsid w:val="005C3DB9"/>
    <w:rsid w:val="005C6F40"/>
    <w:rsid w:val="005D02F5"/>
    <w:rsid w:val="005D0D95"/>
    <w:rsid w:val="005D1CF8"/>
    <w:rsid w:val="005D2185"/>
    <w:rsid w:val="005D4967"/>
    <w:rsid w:val="005D614F"/>
    <w:rsid w:val="005D6459"/>
    <w:rsid w:val="005E015F"/>
    <w:rsid w:val="005E1564"/>
    <w:rsid w:val="005E4E8D"/>
    <w:rsid w:val="005E72A1"/>
    <w:rsid w:val="005F2A3D"/>
    <w:rsid w:val="005F552F"/>
    <w:rsid w:val="005F65A0"/>
    <w:rsid w:val="005F78A6"/>
    <w:rsid w:val="005F7996"/>
    <w:rsid w:val="00604907"/>
    <w:rsid w:val="006058E6"/>
    <w:rsid w:val="00607F1E"/>
    <w:rsid w:val="00611F1D"/>
    <w:rsid w:val="00614B24"/>
    <w:rsid w:val="006243C4"/>
    <w:rsid w:val="00630031"/>
    <w:rsid w:val="0063093D"/>
    <w:rsid w:val="00630F2E"/>
    <w:rsid w:val="00642586"/>
    <w:rsid w:val="00642D1A"/>
    <w:rsid w:val="00644362"/>
    <w:rsid w:val="00644E87"/>
    <w:rsid w:val="006459F7"/>
    <w:rsid w:val="0065094D"/>
    <w:rsid w:val="0065722B"/>
    <w:rsid w:val="00661997"/>
    <w:rsid w:val="006647BA"/>
    <w:rsid w:val="00665B86"/>
    <w:rsid w:val="00674BE2"/>
    <w:rsid w:val="0067533B"/>
    <w:rsid w:val="0067581A"/>
    <w:rsid w:val="00681F8A"/>
    <w:rsid w:val="00684C34"/>
    <w:rsid w:val="00685261"/>
    <w:rsid w:val="006856F7"/>
    <w:rsid w:val="00694144"/>
    <w:rsid w:val="00695465"/>
    <w:rsid w:val="006963ED"/>
    <w:rsid w:val="00696F31"/>
    <w:rsid w:val="006A0B41"/>
    <w:rsid w:val="006A222E"/>
    <w:rsid w:val="006A4C23"/>
    <w:rsid w:val="006A60EC"/>
    <w:rsid w:val="006A6E4C"/>
    <w:rsid w:val="006A751F"/>
    <w:rsid w:val="006B24C1"/>
    <w:rsid w:val="006B47A9"/>
    <w:rsid w:val="006B57B7"/>
    <w:rsid w:val="006B5F25"/>
    <w:rsid w:val="006B7861"/>
    <w:rsid w:val="006C0F48"/>
    <w:rsid w:val="006C18BD"/>
    <w:rsid w:val="006C4064"/>
    <w:rsid w:val="006C4866"/>
    <w:rsid w:val="006C6205"/>
    <w:rsid w:val="006D0D5E"/>
    <w:rsid w:val="006D3259"/>
    <w:rsid w:val="006D3749"/>
    <w:rsid w:val="006D65F0"/>
    <w:rsid w:val="006E38DF"/>
    <w:rsid w:val="006F20D5"/>
    <w:rsid w:val="006F7417"/>
    <w:rsid w:val="00700241"/>
    <w:rsid w:val="007135B4"/>
    <w:rsid w:val="00714B8B"/>
    <w:rsid w:val="00715872"/>
    <w:rsid w:val="007167C1"/>
    <w:rsid w:val="00716B6A"/>
    <w:rsid w:val="00724009"/>
    <w:rsid w:val="007243FE"/>
    <w:rsid w:val="00727E28"/>
    <w:rsid w:val="00734839"/>
    <w:rsid w:val="00736514"/>
    <w:rsid w:val="007466D5"/>
    <w:rsid w:val="007477AE"/>
    <w:rsid w:val="00752C38"/>
    <w:rsid w:val="00754D8A"/>
    <w:rsid w:val="00755211"/>
    <w:rsid w:val="00771C04"/>
    <w:rsid w:val="00772B51"/>
    <w:rsid w:val="0077426A"/>
    <w:rsid w:val="0077433A"/>
    <w:rsid w:val="0077626C"/>
    <w:rsid w:val="00780A49"/>
    <w:rsid w:val="007847A2"/>
    <w:rsid w:val="0078783C"/>
    <w:rsid w:val="00790DC6"/>
    <w:rsid w:val="0079511C"/>
    <w:rsid w:val="007971E7"/>
    <w:rsid w:val="007A2AD3"/>
    <w:rsid w:val="007A4063"/>
    <w:rsid w:val="007B3FEE"/>
    <w:rsid w:val="007B5FC7"/>
    <w:rsid w:val="007C041A"/>
    <w:rsid w:val="007C2607"/>
    <w:rsid w:val="007C3A54"/>
    <w:rsid w:val="007D3171"/>
    <w:rsid w:val="007D4AF1"/>
    <w:rsid w:val="007D4BDE"/>
    <w:rsid w:val="007E06A9"/>
    <w:rsid w:val="007E324C"/>
    <w:rsid w:val="007E68B7"/>
    <w:rsid w:val="007E7EE5"/>
    <w:rsid w:val="007F07A5"/>
    <w:rsid w:val="007F0BC6"/>
    <w:rsid w:val="007F0D70"/>
    <w:rsid w:val="007F3F7C"/>
    <w:rsid w:val="007F6945"/>
    <w:rsid w:val="007F6E71"/>
    <w:rsid w:val="00801CD2"/>
    <w:rsid w:val="00805A9D"/>
    <w:rsid w:val="008224EF"/>
    <w:rsid w:val="00823405"/>
    <w:rsid w:val="00823D9E"/>
    <w:rsid w:val="00824F03"/>
    <w:rsid w:val="00831D07"/>
    <w:rsid w:val="00833414"/>
    <w:rsid w:val="00843162"/>
    <w:rsid w:val="0084521E"/>
    <w:rsid w:val="00845A21"/>
    <w:rsid w:val="008567DB"/>
    <w:rsid w:val="0086138A"/>
    <w:rsid w:val="0086384B"/>
    <w:rsid w:val="0087747A"/>
    <w:rsid w:val="00897CDF"/>
    <w:rsid w:val="008A6F29"/>
    <w:rsid w:val="008B27C3"/>
    <w:rsid w:val="008B38C3"/>
    <w:rsid w:val="008B3A7F"/>
    <w:rsid w:val="008B6598"/>
    <w:rsid w:val="008B789B"/>
    <w:rsid w:val="008B7C53"/>
    <w:rsid w:val="008C0BCB"/>
    <w:rsid w:val="008C3897"/>
    <w:rsid w:val="008C44A7"/>
    <w:rsid w:val="008C525E"/>
    <w:rsid w:val="008D1371"/>
    <w:rsid w:val="008D65C0"/>
    <w:rsid w:val="008D6648"/>
    <w:rsid w:val="008E28E5"/>
    <w:rsid w:val="008E3416"/>
    <w:rsid w:val="008E6835"/>
    <w:rsid w:val="008E7C3F"/>
    <w:rsid w:val="008F0EBF"/>
    <w:rsid w:val="008F153F"/>
    <w:rsid w:val="008F1C8F"/>
    <w:rsid w:val="008F2B63"/>
    <w:rsid w:val="008F4B89"/>
    <w:rsid w:val="008F50EC"/>
    <w:rsid w:val="008F5C62"/>
    <w:rsid w:val="008F700F"/>
    <w:rsid w:val="009003E4"/>
    <w:rsid w:val="00911560"/>
    <w:rsid w:val="00912D1D"/>
    <w:rsid w:val="009160E5"/>
    <w:rsid w:val="00917AF9"/>
    <w:rsid w:val="00922B6B"/>
    <w:rsid w:val="0092325C"/>
    <w:rsid w:val="0092517B"/>
    <w:rsid w:val="00940285"/>
    <w:rsid w:val="009402C2"/>
    <w:rsid w:val="00941291"/>
    <w:rsid w:val="00942A19"/>
    <w:rsid w:val="00951A72"/>
    <w:rsid w:val="00953395"/>
    <w:rsid w:val="009601BC"/>
    <w:rsid w:val="00965759"/>
    <w:rsid w:val="00967D0D"/>
    <w:rsid w:val="00973540"/>
    <w:rsid w:val="00973FCF"/>
    <w:rsid w:val="00974A21"/>
    <w:rsid w:val="009758D2"/>
    <w:rsid w:val="009772C4"/>
    <w:rsid w:val="0097794C"/>
    <w:rsid w:val="00977B51"/>
    <w:rsid w:val="00982618"/>
    <w:rsid w:val="00985506"/>
    <w:rsid w:val="009A1450"/>
    <w:rsid w:val="009A192D"/>
    <w:rsid w:val="009A63A3"/>
    <w:rsid w:val="009A66CB"/>
    <w:rsid w:val="009A696C"/>
    <w:rsid w:val="009A69A1"/>
    <w:rsid w:val="009B057E"/>
    <w:rsid w:val="009B4178"/>
    <w:rsid w:val="009C140E"/>
    <w:rsid w:val="009C4FE6"/>
    <w:rsid w:val="009D1DF6"/>
    <w:rsid w:val="009D219C"/>
    <w:rsid w:val="009D3B8A"/>
    <w:rsid w:val="009E0D57"/>
    <w:rsid w:val="009E4CAA"/>
    <w:rsid w:val="009F02FF"/>
    <w:rsid w:val="009F055E"/>
    <w:rsid w:val="009F0619"/>
    <w:rsid w:val="009F2A8C"/>
    <w:rsid w:val="009F3BC5"/>
    <w:rsid w:val="009F474B"/>
    <w:rsid w:val="009F65A1"/>
    <w:rsid w:val="00A003DC"/>
    <w:rsid w:val="00A024E1"/>
    <w:rsid w:val="00A04726"/>
    <w:rsid w:val="00A10A9A"/>
    <w:rsid w:val="00A15D64"/>
    <w:rsid w:val="00A23F29"/>
    <w:rsid w:val="00A252D5"/>
    <w:rsid w:val="00A2575E"/>
    <w:rsid w:val="00A269FA"/>
    <w:rsid w:val="00A31C5A"/>
    <w:rsid w:val="00A35213"/>
    <w:rsid w:val="00A375CB"/>
    <w:rsid w:val="00A37F25"/>
    <w:rsid w:val="00A37F9C"/>
    <w:rsid w:val="00A40BB4"/>
    <w:rsid w:val="00A4449B"/>
    <w:rsid w:val="00A501AD"/>
    <w:rsid w:val="00A56E69"/>
    <w:rsid w:val="00A5790C"/>
    <w:rsid w:val="00A60D3F"/>
    <w:rsid w:val="00A62763"/>
    <w:rsid w:val="00A63982"/>
    <w:rsid w:val="00A65FD2"/>
    <w:rsid w:val="00A662E1"/>
    <w:rsid w:val="00A72AE1"/>
    <w:rsid w:val="00A77823"/>
    <w:rsid w:val="00A80048"/>
    <w:rsid w:val="00A82646"/>
    <w:rsid w:val="00A8414C"/>
    <w:rsid w:val="00A855D5"/>
    <w:rsid w:val="00A86999"/>
    <w:rsid w:val="00A9215B"/>
    <w:rsid w:val="00A9322B"/>
    <w:rsid w:val="00A97616"/>
    <w:rsid w:val="00AA1CAD"/>
    <w:rsid w:val="00AA3A2B"/>
    <w:rsid w:val="00AA4817"/>
    <w:rsid w:val="00AA5A64"/>
    <w:rsid w:val="00AA604D"/>
    <w:rsid w:val="00AA7957"/>
    <w:rsid w:val="00AB0369"/>
    <w:rsid w:val="00AB0A1F"/>
    <w:rsid w:val="00AB1681"/>
    <w:rsid w:val="00AB2A80"/>
    <w:rsid w:val="00AC14E3"/>
    <w:rsid w:val="00AE4DD3"/>
    <w:rsid w:val="00AE56AA"/>
    <w:rsid w:val="00AE61AA"/>
    <w:rsid w:val="00AF0245"/>
    <w:rsid w:val="00AF573F"/>
    <w:rsid w:val="00B01C8A"/>
    <w:rsid w:val="00B039DA"/>
    <w:rsid w:val="00B05D67"/>
    <w:rsid w:val="00B101F1"/>
    <w:rsid w:val="00B103AD"/>
    <w:rsid w:val="00B15302"/>
    <w:rsid w:val="00B16CC8"/>
    <w:rsid w:val="00B171EA"/>
    <w:rsid w:val="00B1725F"/>
    <w:rsid w:val="00B229BC"/>
    <w:rsid w:val="00B24799"/>
    <w:rsid w:val="00B24F17"/>
    <w:rsid w:val="00B27F57"/>
    <w:rsid w:val="00B302E1"/>
    <w:rsid w:val="00B327B4"/>
    <w:rsid w:val="00B3695D"/>
    <w:rsid w:val="00B43425"/>
    <w:rsid w:val="00B441C4"/>
    <w:rsid w:val="00B457DE"/>
    <w:rsid w:val="00B457F7"/>
    <w:rsid w:val="00B477CE"/>
    <w:rsid w:val="00B523AA"/>
    <w:rsid w:val="00B5495B"/>
    <w:rsid w:val="00B55EFC"/>
    <w:rsid w:val="00B65344"/>
    <w:rsid w:val="00B71005"/>
    <w:rsid w:val="00B732DE"/>
    <w:rsid w:val="00B7474C"/>
    <w:rsid w:val="00B800DA"/>
    <w:rsid w:val="00B80422"/>
    <w:rsid w:val="00B82BCD"/>
    <w:rsid w:val="00B84F20"/>
    <w:rsid w:val="00B86671"/>
    <w:rsid w:val="00B87BFB"/>
    <w:rsid w:val="00B92928"/>
    <w:rsid w:val="00B93C27"/>
    <w:rsid w:val="00BB0BB6"/>
    <w:rsid w:val="00BB1BC8"/>
    <w:rsid w:val="00BB2D8D"/>
    <w:rsid w:val="00BB34AE"/>
    <w:rsid w:val="00BB3680"/>
    <w:rsid w:val="00BB3B2E"/>
    <w:rsid w:val="00BC26A4"/>
    <w:rsid w:val="00BC3EBA"/>
    <w:rsid w:val="00BC5F95"/>
    <w:rsid w:val="00BC6719"/>
    <w:rsid w:val="00BD1828"/>
    <w:rsid w:val="00BD44CE"/>
    <w:rsid w:val="00BE25AB"/>
    <w:rsid w:val="00BE3A71"/>
    <w:rsid w:val="00BE7498"/>
    <w:rsid w:val="00BF09BD"/>
    <w:rsid w:val="00BF0F9A"/>
    <w:rsid w:val="00BF1787"/>
    <w:rsid w:val="00BF7EC0"/>
    <w:rsid w:val="00C01E99"/>
    <w:rsid w:val="00C023B9"/>
    <w:rsid w:val="00C02C2D"/>
    <w:rsid w:val="00C0652F"/>
    <w:rsid w:val="00C1403F"/>
    <w:rsid w:val="00C154A1"/>
    <w:rsid w:val="00C16B41"/>
    <w:rsid w:val="00C21140"/>
    <w:rsid w:val="00C212F3"/>
    <w:rsid w:val="00C22E1F"/>
    <w:rsid w:val="00C31258"/>
    <w:rsid w:val="00C36255"/>
    <w:rsid w:val="00C374A6"/>
    <w:rsid w:val="00C42672"/>
    <w:rsid w:val="00C44CCE"/>
    <w:rsid w:val="00C4631C"/>
    <w:rsid w:val="00C50813"/>
    <w:rsid w:val="00C534E6"/>
    <w:rsid w:val="00C5611D"/>
    <w:rsid w:val="00C65A7A"/>
    <w:rsid w:val="00C65BC9"/>
    <w:rsid w:val="00C70FAD"/>
    <w:rsid w:val="00C7513F"/>
    <w:rsid w:val="00C757A5"/>
    <w:rsid w:val="00C7704F"/>
    <w:rsid w:val="00C77289"/>
    <w:rsid w:val="00C77DF8"/>
    <w:rsid w:val="00C80A7F"/>
    <w:rsid w:val="00C810C4"/>
    <w:rsid w:val="00C81620"/>
    <w:rsid w:val="00C91302"/>
    <w:rsid w:val="00C9484F"/>
    <w:rsid w:val="00C9517B"/>
    <w:rsid w:val="00C96162"/>
    <w:rsid w:val="00C963A2"/>
    <w:rsid w:val="00CA3B68"/>
    <w:rsid w:val="00CA6CC0"/>
    <w:rsid w:val="00CB2E43"/>
    <w:rsid w:val="00CB2FDE"/>
    <w:rsid w:val="00CC5EBE"/>
    <w:rsid w:val="00CD0C23"/>
    <w:rsid w:val="00CD12D1"/>
    <w:rsid w:val="00CD7C09"/>
    <w:rsid w:val="00CE3B51"/>
    <w:rsid w:val="00CE6181"/>
    <w:rsid w:val="00CF7A17"/>
    <w:rsid w:val="00CF7C7C"/>
    <w:rsid w:val="00D04F73"/>
    <w:rsid w:val="00D0551B"/>
    <w:rsid w:val="00D061C9"/>
    <w:rsid w:val="00D07119"/>
    <w:rsid w:val="00D12107"/>
    <w:rsid w:val="00D12320"/>
    <w:rsid w:val="00D12B89"/>
    <w:rsid w:val="00D1336F"/>
    <w:rsid w:val="00D23507"/>
    <w:rsid w:val="00D24992"/>
    <w:rsid w:val="00D24EB7"/>
    <w:rsid w:val="00D26ABC"/>
    <w:rsid w:val="00D320A7"/>
    <w:rsid w:val="00D36588"/>
    <w:rsid w:val="00D3682C"/>
    <w:rsid w:val="00D403AB"/>
    <w:rsid w:val="00D4123E"/>
    <w:rsid w:val="00D42FBD"/>
    <w:rsid w:val="00D50B40"/>
    <w:rsid w:val="00D51CDF"/>
    <w:rsid w:val="00D54121"/>
    <w:rsid w:val="00D57AED"/>
    <w:rsid w:val="00D6039A"/>
    <w:rsid w:val="00D6188C"/>
    <w:rsid w:val="00D67BFA"/>
    <w:rsid w:val="00D74DD0"/>
    <w:rsid w:val="00D74E38"/>
    <w:rsid w:val="00D81D95"/>
    <w:rsid w:val="00D95FA7"/>
    <w:rsid w:val="00DA5D77"/>
    <w:rsid w:val="00DA6DE8"/>
    <w:rsid w:val="00DB3D5D"/>
    <w:rsid w:val="00DC224D"/>
    <w:rsid w:val="00DC2292"/>
    <w:rsid w:val="00DC3BBD"/>
    <w:rsid w:val="00DD043D"/>
    <w:rsid w:val="00DD2C46"/>
    <w:rsid w:val="00DE28A9"/>
    <w:rsid w:val="00DE5787"/>
    <w:rsid w:val="00DF2736"/>
    <w:rsid w:val="00DF3A90"/>
    <w:rsid w:val="00DF5229"/>
    <w:rsid w:val="00DF5BD0"/>
    <w:rsid w:val="00DF6AD0"/>
    <w:rsid w:val="00DF7A2F"/>
    <w:rsid w:val="00E02387"/>
    <w:rsid w:val="00E041A3"/>
    <w:rsid w:val="00E04B7B"/>
    <w:rsid w:val="00E06AE6"/>
    <w:rsid w:val="00E07DEC"/>
    <w:rsid w:val="00E121C9"/>
    <w:rsid w:val="00E15564"/>
    <w:rsid w:val="00E22A16"/>
    <w:rsid w:val="00E27A02"/>
    <w:rsid w:val="00E32C67"/>
    <w:rsid w:val="00E3338D"/>
    <w:rsid w:val="00E337DD"/>
    <w:rsid w:val="00E37F84"/>
    <w:rsid w:val="00E416F2"/>
    <w:rsid w:val="00E42986"/>
    <w:rsid w:val="00E4395F"/>
    <w:rsid w:val="00E45820"/>
    <w:rsid w:val="00E47564"/>
    <w:rsid w:val="00E47710"/>
    <w:rsid w:val="00E526AB"/>
    <w:rsid w:val="00E57DB2"/>
    <w:rsid w:val="00E61874"/>
    <w:rsid w:val="00E6788D"/>
    <w:rsid w:val="00E67D4E"/>
    <w:rsid w:val="00E7408C"/>
    <w:rsid w:val="00E774D5"/>
    <w:rsid w:val="00E77E71"/>
    <w:rsid w:val="00E821D8"/>
    <w:rsid w:val="00E83D7A"/>
    <w:rsid w:val="00E841AC"/>
    <w:rsid w:val="00E90792"/>
    <w:rsid w:val="00E94F1A"/>
    <w:rsid w:val="00E957A6"/>
    <w:rsid w:val="00E97B46"/>
    <w:rsid w:val="00EA3F95"/>
    <w:rsid w:val="00EA498B"/>
    <w:rsid w:val="00EC0BA0"/>
    <w:rsid w:val="00EC2219"/>
    <w:rsid w:val="00EC2D15"/>
    <w:rsid w:val="00ED103E"/>
    <w:rsid w:val="00ED39D4"/>
    <w:rsid w:val="00ED7209"/>
    <w:rsid w:val="00ED76DE"/>
    <w:rsid w:val="00EE0EAA"/>
    <w:rsid w:val="00EE1173"/>
    <w:rsid w:val="00EE144C"/>
    <w:rsid w:val="00EE3640"/>
    <w:rsid w:val="00EE5AD0"/>
    <w:rsid w:val="00EF00DC"/>
    <w:rsid w:val="00EF5D78"/>
    <w:rsid w:val="00F0286F"/>
    <w:rsid w:val="00F05BA4"/>
    <w:rsid w:val="00F13C7C"/>
    <w:rsid w:val="00F146AC"/>
    <w:rsid w:val="00F1477F"/>
    <w:rsid w:val="00F15796"/>
    <w:rsid w:val="00F27D88"/>
    <w:rsid w:val="00F3301F"/>
    <w:rsid w:val="00F41449"/>
    <w:rsid w:val="00F42BCC"/>
    <w:rsid w:val="00F54F33"/>
    <w:rsid w:val="00F55D9D"/>
    <w:rsid w:val="00F573C3"/>
    <w:rsid w:val="00F620EE"/>
    <w:rsid w:val="00F626CA"/>
    <w:rsid w:val="00F62818"/>
    <w:rsid w:val="00F65ECE"/>
    <w:rsid w:val="00F809F0"/>
    <w:rsid w:val="00F810F5"/>
    <w:rsid w:val="00F82694"/>
    <w:rsid w:val="00F92A7C"/>
    <w:rsid w:val="00F93390"/>
    <w:rsid w:val="00F97FEA"/>
    <w:rsid w:val="00FA0492"/>
    <w:rsid w:val="00FA41BD"/>
    <w:rsid w:val="00FA47D5"/>
    <w:rsid w:val="00FA5956"/>
    <w:rsid w:val="00FA6C3E"/>
    <w:rsid w:val="00FA78EE"/>
    <w:rsid w:val="00FB36DC"/>
    <w:rsid w:val="00FB51B5"/>
    <w:rsid w:val="00FB5289"/>
    <w:rsid w:val="00FB5C62"/>
    <w:rsid w:val="00FB6C10"/>
    <w:rsid w:val="00FC384C"/>
    <w:rsid w:val="00FC40B3"/>
    <w:rsid w:val="00FC5681"/>
    <w:rsid w:val="00FC70B6"/>
    <w:rsid w:val="00FC71CB"/>
    <w:rsid w:val="00FC788F"/>
    <w:rsid w:val="00FD24CD"/>
    <w:rsid w:val="00FE634F"/>
    <w:rsid w:val="00FE7796"/>
    <w:rsid w:val="00FF73BF"/>
    <w:rsid w:val="00FF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5C5539"/>
  <w15:chartTrackingRefBased/>
  <w15:docId w15:val="{912DD008-85CE-4679-A5CE-60B3EB86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iPriority="35" w:unhideWhenUsed="1" w:qFormat="1"/>
    <w:lsdException w:name="endnote reference" w:uiPriority="99"/>
    <w:lsdException w:name="endnote text" w:uiPriority="99"/>
    <w:lsdException w:name="Title" w:qFormat="1"/>
    <w:lsdException w:name="Subtitle" w:uiPriority="11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8">
    <w:name w:val="Normal"/>
    <w:qFormat/>
    <w:rsid w:val="003A10EB"/>
    <w:rPr>
      <w:sz w:val="24"/>
      <w:szCs w:val="24"/>
    </w:rPr>
  </w:style>
  <w:style w:type="paragraph" w:styleId="10">
    <w:name w:val="heading 1"/>
    <w:aliases w:val="H1,BSC Nadpis 1.úrovně,Nadpis I,BSC Nadpis,1 urovne"/>
    <w:basedOn w:val="a8"/>
    <w:next w:val="a8"/>
    <w:link w:val="11"/>
    <w:uiPriority w:val="9"/>
    <w:qFormat/>
    <w:rsid w:val="00C80A7F"/>
    <w:pPr>
      <w:keepNext/>
      <w:spacing w:before="120" w:after="120"/>
      <w:jc w:val="both"/>
      <w:outlineLvl w:val="0"/>
    </w:pPr>
    <w:rPr>
      <w:b/>
      <w:caps/>
      <w:kern w:val="28"/>
      <w:sz w:val="28"/>
      <w:szCs w:val="20"/>
    </w:rPr>
  </w:style>
  <w:style w:type="paragraph" w:styleId="2">
    <w:name w:val="heading 2"/>
    <w:aliases w:val="Indented Heading,H2,H21,H22,Indented Heading1,Indented Heading2,Indented Heading3,Indented Heading4,H23,H211,H221,Indented Heading5,Indented Heading6,Indented Heading7,H24,H212,H222,Indented Heading8,H25,H213,H223,Indented Heading9,H26,H214"/>
    <w:basedOn w:val="a8"/>
    <w:next w:val="a8"/>
    <w:link w:val="20"/>
    <w:uiPriority w:val="9"/>
    <w:qFormat/>
    <w:rsid w:val="00C80A7F"/>
    <w:pPr>
      <w:keepNext/>
      <w:spacing w:before="120" w:after="120"/>
      <w:jc w:val="both"/>
      <w:outlineLvl w:val="1"/>
    </w:pPr>
    <w:rPr>
      <w:b/>
      <w:iCs/>
      <w:sz w:val="28"/>
      <w:szCs w:val="20"/>
    </w:rPr>
  </w:style>
  <w:style w:type="paragraph" w:styleId="30">
    <w:name w:val="heading 3"/>
    <w:aliases w:val="o,H3"/>
    <w:basedOn w:val="a8"/>
    <w:next w:val="a8"/>
    <w:link w:val="31"/>
    <w:uiPriority w:val="9"/>
    <w:qFormat/>
    <w:rsid w:val="00C80A7F"/>
    <w:pPr>
      <w:keepNext/>
      <w:spacing w:before="120" w:after="120"/>
      <w:jc w:val="both"/>
      <w:outlineLvl w:val="2"/>
    </w:pPr>
    <w:rPr>
      <w:b/>
      <w:iCs/>
      <w:sz w:val="26"/>
      <w:szCs w:val="20"/>
    </w:rPr>
  </w:style>
  <w:style w:type="paragraph" w:styleId="4">
    <w:name w:val="heading 4"/>
    <w:aliases w:val="H4"/>
    <w:basedOn w:val="a8"/>
    <w:next w:val="a8"/>
    <w:link w:val="40"/>
    <w:uiPriority w:val="9"/>
    <w:qFormat/>
    <w:rsid w:val="00C80A7F"/>
    <w:pPr>
      <w:keepNext/>
      <w:spacing w:before="240" w:after="60"/>
      <w:jc w:val="both"/>
      <w:outlineLvl w:val="3"/>
    </w:pPr>
    <w:rPr>
      <w:rFonts w:ascii="Arial" w:hAnsi="Arial"/>
      <w:b/>
      <w:szCs w:val="20"/>
      <w:lang w:val="en-US"/>
    </w:rPr>
  </w:style>
  <w:style w:type="paragraph" w:styleId="50">
    <w:name w:val="heading 5"/>
    <w:aliases w:val="H5"/>
    <w:basedOn w:val="a8"/>
    <w:next w:val="a8"/>
    <w:link w:val="51"/>
    <w:uiPriority w:val="9"/>
    <w:qFormat/>
    <w:rsid w:val="00C80A7F"/>
    <w:pPr>
      <w:spacing w:before="240" w:after="60"/>
      <w:jc w:val="both"/>
      <w:outlineLvl w:val="4"/>
    </w:pPr>
    <w:rPr>
      <w:sz w:val="22"/>
      <w:szCs w:val="20"/>
    </w:rPr>
  </w:style>
  <w:style w:type="paragraph" w:styleId="6">
    <w:name w:val="heading 6"/>
    <w:aliases w:val="H6,(Название продукта)"/>
    <w:basedOn w:val="a8"/>
    <w:next w:val="a8"/>
    <w:link w:val="60"/>
    <w:uiPriority w:val="9"/>
    <w:qFormat/>
    <w:rsid w:val="00C80A7F"/>
    <w:p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aliases w:val="Название составляющей метрики"/>
    <w:basedOn w:val="a8"/>
    <w:next w:val="a8"/>
    <w:link w:val="70"/>
    <w:uiPriority w:val="9"/>
    <w:qFormat/>
    <w:rsid w:val="00C80A7F"/>
    <w:pPr>
      <w:spacing w:before="240" w:after="60"/>
      <w:jc w:val="both"/>
      <w:outlineLvl w:val="6"/>
    </w:pPr>
    <w:rPr>
      <w:rFonts w:ascii="Arial" w:hAnsi="Arial"/>
      <w:szCs w:val="20"/>
    </w:rPr>
  </w:style>
  <w:style w:type="paragraph" w:styleId="8">
    <w:name w:val="heading 8"/>
    <w:basedOn w:val="a8"/>
    <w:next w:val="a8"/>
    <w:link w:val="80"/>
    <w:uiPriority w:val="9"/>
    <w:qFormat/>
    <w:rsid w:val="00C80A7F"/>
    <w:pPr>
      <w:spacing w:before="240" w:after="60"/>
      <w:jc w:val="both"/>
      <w:outlineLvl w:val="7"/>
    </w:pPr>
    <w:rPr>
      <w:rFonts w:ascii="Arial" w:hAnsi="Arial"/>
      <w:i/>
      <w:szCs w:val="20"/>
    </w:rPr>
  </w:style>
  <w:style w:type="paragraph" w:styleId="9">
    <w:name w:val="heading 9"/>
    <w:basedOn w:val="a8"/>
    <w:next w:val="a8"/>
    <w:link w:val="90"/>
    <w:uiPriority w:val="9"/>
    <w:qFormat/>
    <w:rsid w:val="00C80A7F"/>
    <w:p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1">
    <w:name w:val="Заголовок 1 Знак"/>
    <w:aliases w:val="H1 Знак,BSC Nadpis 1.úrovně Знак,Nadpis I Знак,BSC Nadpis Знак,1 urovne Знак"/>
    <w:link w:val="10"/>
    <w:uiPriority w:val="9"/>
    <w:rsid w:val="00C80A7F"/>
    <w:rPr>
      <w:b/>
      <w:caps/>
      <w:kern w:val="28"/>
      <w:sz w:val="28"/>
    </w:rPr>
  </w:style>
  <w:style w:type="character" w:customStyle="1" w:styleId="20">
    <w:name w:val="Заголовок 2 Знак"/>
    <w:aliases w:val="Indented Heading Знак,H2 Знак,H21 Знак,H22 Знак,Indented Heading1 Знак,Indented Heading2 Знак,Indented Heading3 Знак,Indented Heading4 Знак,H23 Знак,H211 Знак,H221 Знак,Indented Heading5 Знак,Indented Heading6 Знак,H24 Знак,H212 Знак"/>
    <w:link w:val="2"/>
    <w:uiPriority w:val="9"/>
    <w:rsid w:val="00C80A7F"/>
    <w:rPr>
      <w:b/>
      <w:iCs/>
      <w:sz w:val="28"/>
    </w:rPr>
  </w:style>
  <w:style w:type="character" w:customStyle="1" w:styleId="31">
    <w:name w:val="Заголовок 3 Знак"/>
    <w:aliases w:val="o Знак,H3 Знак"/>
    <w:link w:val="30"/>
    <w:uiPriority w:val="9"/>
    <w:rsid w:val="00C80A7F"/>
    <w:rPr>
      <w:b/>
      <w:iCs/>
      <w:sz w:val="26"/>
    </w:rPr>
  </w:style>
  <w:style w:type="character" w:customStyle="1" w:styleId="40">
    <w:name w:val="Заголовок 4 Знак"/>
    <w:aliases w:val="H4 Знак"/>
    <w:link w:val="4"/>
    <w:uiPriority w:val="9"/>
    <w:rsid w:val="00C80A7F"/>
    <w:rPr>
      <w:rFonts w:ascii="Arial" w:hAnsi="Arial"/>
      <w:b/>
      <w:sz w:val="24"/>
      <w:lang w:val="en-US"/>
    </w:rPr>
  </w:style>
  <w:style w:type="character" w:customStyle="1" w:styleId="51">
    <w:name w:val="Заголовок 5 Знак"/>
    <w:aliases w:val="H5 Знак"/>
    <w:link w:val="50"/>
    <w:uiPriority w:val="9"/>
    <w:rsid w:val="00C80A7F"/>
    <w:rPr>
      <w:sz w:val="22"/>
    </w:rPr>
  </w:style>
  <w:style w:type="character" w:customStyle="1" w:styleId="60">
    <w:name w:val="Заголовок 6 Знак"/>
    <w:aliases w:val="H6 Знак,(Название продукта) Знак"/>
    <w:link w:val="6"/>
    <w:uiPriority w:val="9"/>
    <w:rsid w:val="00C80A7F"/>
    <w:rPr>
      <w:i/>
      <w:sz w:val="22"/>
    </w:rPr>
  </w:style>
  <w:style w:type="character" w:customStyle="1" w:styleId="70">
    <w:name w:val="Заголовок 7 Знак"/>
    <w:aliases w:val="Название составляющей метрики Знак"/>
    <w:link w:val="7"/>
    <w:uiPriority w:val="9"/>
    <w:rsid w:val="00C80A7F"/>
    <w:rPr>
      <w:rFonts w:ascii="Arial" w:hAnsi="Arial"/>
      <w:sz w:val="24"/>
    </w:rPr>
  </w:style>
  <w:style w:type="character" w:customStyle="1" w:styleId="80">
    <w:name w:val="Заголовок 8 Знак"/>
    <w:link w:val="8"/>
    <w:uiPriority w:val="9"/>
    <w:rsid w:val="00C80A7F"/>
    <w:rPr>
      <w:rFonts w:ascii="Arial" w:hAnsi="Arial"/>
      <w:i/>
      <w:sz w:val="24"/>
    </w:rPr>
  </w:style>
  <w:style w:type="character" w:customStyle="1" w:styleId="90">
    <w:name w:val="Заголовок 9 Знак"/>
    <w:link w:val="9"/>
    <w:uiPriority w:val="9"/>
    <w:rsid w:val="00C80A7F"/>
    <w:rPr>
      <w:rFonts w:ascii="Arial" w:hAnsi="Arial"/>
      <w:b/>
      <w:i/>
      <w:sz w:val="18"/>
    </w:rPr>
  </w:style>
  <w:style w:type="table" w:styleId="ac">
    <w:name w:val="Table Grid"/>
    <w:basedOn w:val="aa"/>
    <w:uiPriority w:val="39"/>
    <w:rsid w:val="00696F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8"/>
    <w:link w:val="ae"/>
    <w:uiPriority w:val="99"/>
    <w:rsid w:val="006B47A9"/>
    <w:pPr>
      <w:tabs>
        <w:tab w:val="center" w:pos="4677"/>
        <w:tab w:val="right" w:pos="9355"/>
      </w:tabs>
    </w:pPr>
  </w:style>
  <w:style w:type="paragraph" w:styleId="af">
    <w:name w:val="footer"/>
    <w:basedOn w:val="a8"/>
    <w:link w:val="af0"/>
    <w:uiPriority w:val="99"/>
    <w:rsid w:val="006B47A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502AE7"/>
    <w:rPr>
      <w:sz w:val="24"/>
      <w:szCs w:val="24"/>
    </w:rPr>
  </w:style>
  <w:style w:type="character" w:styleId="af1">
    <w:name w:val="page number"/>
    <w:basedOn w:val="a9"/>
    <w:rsid w:val="0046198D"/>
  </w:style>
  <w:style w:type="paragraph" w:styleId="af2">
    <w:name w:val="Balloon Text"/>
    <w:basedOn w:val="a8"/>
    <w:link w:val="af3"/>
    <w:uiPriority w:val="99"/>
    <w:semiHidden/>
    <w:rsid w:val="00201BC2"/>
    <w:rPr>
      <w:rFonts w:ascii="Tahoma" w:hAnsi="Tahoma" w:cs="Tahoma"/>
      <w:sz w:val="16"/>
      <w:szCs w:val="16"/>
    </w:rPr>
  </w:style>
  <w:style w:type="paragraph" w:styleId="af4">
    <w:name w:val="List Paragraph"/>
    <w:aliases w:val="Содержание. 2 уровень"/>
    <w:basedOn w:val="a8"/>
    <w:link w:val="af5"/>
    <w:uiPriority w:val="34"/>
    <w:qFormat/>
    <w:rsid w:val="005106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footnote text"/>
    <w:aliases w:val=" Знак"/>
    <w:basedOn w:val="a8"/>
    <w:link w:val="af7"/>
    <w:unhideWhenUsed/>
    <w:rsid w:val="00122DF7"/>
    <w:rPr>
      <w:rFonts w:ascii="Calibri" w:eastAsia="Calibri" w:hAnsi="Calibri"/>
      <w:sz w:val="20"/>
      <w:szCs w:val="20"/>
      <w:lang w:eastAsia="en-US"/>
    </w:rPr>
  </w:style>
  <w:style w:type="character" w:customStyle="1" w:styleId="af7">
    <w:name w:val="Текст сноски Знак"/>
    <w:aliases w:val=" Знак Знак"/>
    <w:link w:val="af6"/>
    <w:rsid w:val="00122DF7"/>
    <w:rPr>
      <w:rFonts w:ascii="Calibri" w:eastAsia="Calibri" w:hAnsi="Calibri"/>
      <w:lang w:eastAsia="en-US"/>
    </w:rPr>
  </w:style>
  <w:style w:type="character" w:styleId="af8">
    <w:name w:val="footnote reference"/>
    <w:unhideWhenUsed/>
    <w:rsid w:val="00122DF7"/>
    <w:rPr>
      <w:vertAlign w:val="superscript"/>
    </w:rPr>
  </w:style>
  <w:style w:type="character" w:styleId="af9">
    <w:name w:val="annotation reference"/>
    <w:rsid w:val="002E26E8"/>
    <w:rPr>
      <w:sz w:val="16"/>
      <w:szCs w:val="16"/>
    </w:rPr>
  </w:style>
  <w:style w:type="paragraph" w:styleId="afa">
    <w:name w:val="annotation text"/>
    <w:basedOn w:val="a8"/>
    <w:link w:val="afb"/>
    <w:rsid w:val="002E26E8"/>
    <w:rPr>
      <w:sz w:val="20"/>
      <w:szCs w:val="20"/>
    </w:rPr>
  </w:style>
  <w:style w:type="character" w:customStyle="1" w:styleId="afb">
    <w:name w:val="Текст примечания Знак"/>
    <w:basedOn w:val="a9"/>
    <w:link w:val="afa"/>
    <w:rsid w:val="002E26E8"/>
  </w:style>
  <w:style w:type="paragraph" w:styleId="afc">
    <w:name w:val="annotation subject"/>
    <w:basedOn w:val="afa"/>
    <w:next w:val="afa"/>
    <w:link w:val="afd"/>
    <w:rsid w:val="002E26E8"/>
    <w:rPr>
      <w:b/>
      <w:bCs/>
    </w:rPr>
  </w:style>
  <w:style w:type="character" w:customStyle="1" w:styleId="afd">
    <w:name w:val="Тема примечания Знак"/>
    <w:link w:val="afc"/>
    <w:rsid w:val="002E26E8"/>
    <w:rPr>
      <w:b/>
      <w:bCs/>
    </w:rPr>
  </w:style>
  <w:style w:type="paragraph" w:customStyle="1" w:styleId="afe">
    <w:name w:val="Название"/>
    <w:basedOn w:val="a8"/>
    <w:qFormat/>
    <w:rsid w:val="00C80A7F"/>
    <w:pPr>
      <w:spacing w:before="240" w:after="240"/>
      <w:jc w:val="center"/>
      <w:outlineLvl w:val="0"/>
    </w:pPr>
    <w:rPr>
      <w:b/>
      <w:caps/>
      <w:kern w:val="28"/>
      <w:sz w:val="28"/>
      <w:szCs w:val="20"/>
    </w:rPr>
  </w:style>
  <w:style w:type="paragraph" w:styleId="12">
    <w:name w:val="toc 1"/>
    <w:basedOn w:val="a8"/>
    <w:next w:val="a8"/>
    <w:autoRedefine/>
    <w:uiPriority w:val="39"/>
    <w:rsid w:val="00C80A7F"/>
    <w:pPr>
      <w:tabs>
        <w:tab w:val="right" w:leader="dot" w:pos="9627"/>
      </w:tabs>
      <w:spacing w:before="120" w:after="120"/>
      <w:jc w:val="both"/>
    </w:pPr>
    <w:rPr>
      <w:b/>
      <w:caps/>
      <w:szCs w:val="20"/>
    </w:rPr>
  </w:style>
  <w:style w:type="paragraph" w:styleId="aff">
    <w:name w:val="toa heading"/>
    <w:basedOn w:val="a8"/>
    <w:next w:val="a8"/>
    <w:rsid w:val="00C80A7F"/>
    <w:pPr>
      <w:spacing w:before="120" w:after="60"/>
      <w:jc w:val="both"/>
    </w:pPr>
    <w:rPr>
      <w:rFonts w:ascii="Arial" w:hAnsi="Arial"/>
      <w:b/>
      <w:szCs w:val="20"/>
    </w:rPr>
  </w:style>
  <w:style w:type="paragraph" w:styleId="21">
    <w:name w:val="toc 2"/>
    <w:basedOn w:val="a8"/>
    <w:next w:val="a8"/>
    <w:autoRedefine/>
    <w:uiPriority w:val="39"/>
    <w:rsid w:val="00C80A7F"/>
    <w:pPr>
      <w:tabs>
        <w:tab w:val="left" w:pos="851"/>
        <w:tab w:val="right" w:leader="dot" w:pos="9639"/>
      </w:tabs>
      <w:spacing w:before="60" w:after="60"/>
      <w:ind w:left="284"/>
      <w:jc w:val="both"/>
    </w:pPr>
    <w:rPr>
      <w:smallCaps/>
      <w:szCs w:val="20"/>
    </w:rPr>
  </w:style>
  <w:style w:type="paragraph" w:styleId="32">
    <w:name w:val="toc 3"/>
    <w:basedOn w:val="a8"/>
    <w:next w:val="a8"/>
    <w:autoRedefine/>
    <w:uiPriority w:val="39"/>
    <w:rsid w:val="00C80A7F"/>
    <w:pPr>
      <w:tabs>
        <w:tab w:val="left" w:pos="1276"/>
        <w:tab w:val="right" w:leader="dot" w:pos="9639"/>
      </w:tabs>
      <w:spacing w:before="60" w:after="60"/>
      <w:ind w:left="567"/>
      <w:jc w:val="both"/>
    </w:pPr>
    <w:rPr>
      <w:i/>
      <w:szCs w:val="20"/>
    </w:rPr>
  </w:style>
  <w:style w:type="paragraph" w:styleId="41">
    <w:name w:val="toc 4"/>
    <w:basedOn w:val="a8"/>
    <w:next w:val="a8"/>
    <w:autoRedefine/>
    <w:rsid w:val="00C80A7F"/>
    <w:pPr>
      <w:spacing w:before="60" w:after="60"/>
      <w:ind w:left="600"/>
      <w:jc w:val="both"/>
    </w:pPr>
    <w:rPr>
      <w:sz w:val="18"/>
      <w:szCs w:val="20"/>
    </w:rPr>
  </w:style>
  <w:style w:type="paragraph" w:styleId="52">
    <w:name w:val="toc 5"/>
    <w:basedOn w:val="a8"/>
    <w:next w:val="a8"/>
    <w:autoRedefine/>
    <w:rsid w:val="00C80A7F"/>
    <w:pPr>
      <w:spacing w:before="60" w:after="60"/>
      <w:ind w:left="800"/>
      <w:jc w:val="both"/>
    </w:pPr>
    <w:rPr>
      <w:sz w:val="18"/>
      <w:szCs w:val="20"/>
    </w:rPr>
  </w:style>
  <w:style w:type="paragraph" w:styleId="61">
    <w:name w:val="toc 6"/>
    <w:basedOn w:val="a8"/>
    <w:next w:val="a8"/>
    <w:autoRedefine/>
    <w:rsid w:val="00C80A7F"/>
    <w:pPr>
      <w:spacing w:before="60" w:after="60"/>
      <w:ind w:left="1000"/>
      <w:jc w:val="both"/>
    </w:pPr>
    <w:rPr>
      <w:sz w:val="18"/>
      <w:szCs w:val="20"/>
    </w:rPr>
  </w:style>
  <w:style w:type="paragraph" w:styleId="71">
    <w:name w:val="toc 7"/>
    <w:basedOn w:val="a8"/>
    <w:next w:val="a8"/>
    <w:autoRedefine/>
    <w:rsid w:val="00C80A7F"/>
    <w:pPr>
      <w:spacing w:before="60" w:after="60"/>
      <w:ind w:left="1200"/>
      <w:jc w:val="both"/>
    </w:pPr>
    <w:rPr>
      <w:sz w:val="18"/>
      <w:szCs w:val="20"/>
    </w:rPr>
  </w:style>
  <w:style w:type="paragraph" w:styleId="81">
    <w:name w:val="toc 8"/>
    <w:basedOn w:val="a8"/>
    <w:next w:val="a8"/>
    <w:autoRedefine/>
    <w:rsid w:val="00C80A7F"/>
    <w:pPr>
      <w:spacing w:before="60" w:after="60"/>
      <w:ind w:left="1400"/>
      <w:jc w:val="both"/>
    </w:pPr>
    <w:rPr>
      <w:sz w:val="18"/>
      <w:szCs w:val="20"/>
    </w:rPr>
  </w:style>
  <w:style w:type="paragraph" w:styleId="91">
    <w:name w:val="toc 9"/>
    <w:basedOn w:val="a8"/>
    <w:next w:val="a8"/>
    <w:autoRedefine/>
    <w:rsid w:val="00C80A7F"/>
    <w:pPr>
      <w:spacing w:before="60" w:after="60"/>
      <w:ind w:left="1600"/>
      <w:jc w:val="both"/>
    </w:pPr>
    <w:rPr>
      <w:sz w:val="18"/>
      <w:szCs w:val="20"/>
    </w:rPr>
  </w:style>
  <w:style w:type="paragraph" w:styleId="aff0">
    <w:name w:val="Body Text"/>
    <w:basedOn w:val="a8"/>
    <w:link w:val="aff1"/>
    <w:rsid w:val="00C80A7F"/>
    <w:pPr>
      <w:spacing w:before="60" w:after="60"/>
      <w:jc w:val="both"/>
    </w:pPr>
    <w:rPr>
      <w:szCs w:val="20"/>
    </w:rPr>
  </w:style>
  <w:style w:type="character" w:customStyle="1" w:styleId="aff1">
    <w:name w:val="Основной текст Знак"/>
    <w:link w:val="aff0"/>
    <w:rsid w:val="00C80A7F"/>
    <w:rPr>
      <w:sz w:val="24"/>
    </w:rPr>
  </w:style>
  <w:style w:type="character" w:styleId="aff2">
    <w:name w:val="Hyperlink"/>
    <w:uiPriority w:val="99"/>
    <w:rsid w:val="00C80A7F"/>
    <w:rPr>
      <w:color w:val="0000FF"/>
      <w:u w:val="single"/>
    </w:rPr>
  </w:style>
  <w:style w:type="paragraph" w:customStyle="1" w:styleId="a7">
    <w:name w:val="Нумерованный список для ссылок"/>
    <w:basedOn w:val="afa"/>
    <w:next w:val="a8"/>
    <w:rsid w:val="00C80A7F"/>
    <w:pPr>
      <w:numPr>
        <w:numId w:val="1"/>
      </w:numPr>
      <w:suppressLineNumbers/>
      <w:spacing w:before="60" w:after="60"/>
      <w:jc w:val="both"/>
    </w:pPr>
    <w:rPr>
      <w:i/>
      <w:sz w:val="24"/>
    </w:rPr>
  </w:style>
  <w:style w:type="paragraph" w:customStyle="1" w:styleId="aff3">
    <w:name w:val="Наименование программы"/>
    <w:basedOn w:val="a8"/>
    <w:rsid w:val="00C80A7F"/>
    <w:pPr>
      <w:spacing w:before="120" w:after="60" w:line="360" w:lineRule="auto"/>
      <w:ind w:firstLine="567"/>
      <w:jc w:val="center"/>
    </w:pPr>
    <w:rPr>
      <w:rFonts w:ascii="Arial" w:hAnsi="Arial"/>
      <w:b/>
      <w:caps/>
      <w:noProof/>
      <w:sz w:val="28"/>
      <w:szCs w:val="20"/>
    </w:rPr>
  </w:style>
  <w:style w:type="paragraph" w:customStyle="1" w:styleId="aff4">
    <w:name w:val="Текст в таблице"/>
    <w:basedOn w:val="a8"/>
    <w:rsid w:val="00C80A7F"/>
    <w:pPr>
      <w:keepLines/>
      <w:spacing w:before="60" w:after="60"/>
      <w:jc w:val="both"/>
    </w:pPr>
    <w:rPr>
      <w:rFonts w:ascii="Arial" w:hAnsi="Arial"/>
      <w:szCs w:val="20"/>
    </w:rPr>
  </w:style>
  <w:style w:type="paragraph" w:customStyle="1" w:styleId="a4">
    <w:name w:val="Нумерация"/>
    <w:basedOn w:val="a8"/>
    <w:rsid w:val="00C80A7F"/>
    <w:pPr>
      <w:numPr>
        <w:numId w:val="6"/>
      </w:numPr>
      <w:tabs>
        <w:tab w:val="left" w:pos="1134"/>
      </w:tabs>
      <w:spacing w:before="60" w:after="60" w:line="360" w:lineRule="auto"/>
      <w:jc w:val="both"/>
    </w:pPr>
    <w:rPr>
      <w:rFonts w:ascii="Arial" w:hAnsi="Arial"/>
      <w:noProof/>
      <w:szCs w:val="20"/>
    </w:rPr>
  </w:style>
  <w:style w:type="paragraph" w:customStyle="1" w:styleId="a6">
    <w:name w:val="Буква"/>
    <w:basedOn w:val="a4"/>
    <w:rsid w:val="00C80A7F"/>
    <w:pPr>
      <w:numPr>
        <w:numId w:val="2"/>
      </w:numPr>
    </w:pPr>
  </w:style>
  <w:style w:type="paragraph" w:customStyle="1" w:styleId="aff5">
    <w:name w:val="Содержание"/>
    <w:basedOn w:val="a8"/>
    <w:rsid w:val="00C80A7F"/>
    <w:pPr>
      <w:spacing w:before="60" w:after="60"/>
      <w:jc w:val="center"/>
    </w:pPr>
    <w:rPr>
      <w:b/>
      <w:bCs/>
      <w:sz w:val="28"/>
      <w:szCs w:val="20"/>
    </w:rPr>
  </w:style>
  <w:style w:type="paragraph" w:customStyle="1" w:styleId="22">
    <w:name w:val="Название документа 2"/>
    <w:basedOn w:val="a8"/>
    <w:rsid w:val="00C80A7F"/>
    <w:pPr>
      <w:spacing w:before="60" w:after="60"/>
      <w:jc w:val="center"/>
    </w:pPr>
    <w:rPr>
      <w:b/>
      <w:bCs/>
      <w:sz w:val="28"/>
      <w:szCs w:val="20"/>
    </w:rPr>
  </w:style>
  <w:style w:type="paragraph" w:customStyle="1" w:styleId="a5">
    <w:name w:val="Рисунок"/>
    <w:basedOn w:val="a8"/>
    <w:next w:val="a8"/>
    <w:rsid w:val="00C80A7F"/>
    <w:pPr>
      <w:numPr>
        <w:numId w:val="3"/>
      </w:numPr>
      <w:spacing w:before="60" w:after="60" w:line="360" w:lineRule="auto"/>
      <w:jc w:val="center"/>
    </w:pPr>
    <w:rPr>
      <w:rFonts w:ascii="Arial" w:hAnsi="Arial"/>
      <w:szCs w:val="20"/>
    </w:rPr>
  </w:style>
  <w:style w:type="paragraph" w:styleId="a2">
    <w:name w:val="List"/>
    <w:basedOn w:val="a8"/>
    <w:rsid w:val="00C80A7F"/>
    <w:pPr>
      <w:numPr>
        <w:numId w:val="4"/>
      </w:numPr>
      <w:tabs>
        <w:tab w:val="clear" w:pos="360"/>
        <w:tab w:val="left" w:pos="851"/>
      </w:tabs>
      <w:spacing w:before="60" w:after="60" w:line="360" w:lineRule="auto"/>
      <w:ind w:left="0" w:firstLine="567"/>
      <w:jc w:val="both"/>
    </w:pPr>
    <w:rPr>
      <w:rFonts w:ascii="Arial" w:hAnsi="Arial"/>
      <w:szCs w:val="20"/>
    </w:rPr>
  </w:style>
  <w:style w:type="paragraph" w:customStyle="1" w:styleId="a3">
    <w:name w:val="Таблица"/>
    <w:basedOn w:val="a8"/>
    <w:next w:val="a8"/>
    <w:rsid w:val="00C80A7F"/>
    <w:pPr>
      <w:numPr>
        <w:numId w:val="5"/>
      </w:numPr>
      <w:spacing w:before="60" w:after="60" w:line="360" w:lineRule="auto"/>
      <w:jc w:val="both"/>
    </w:pPr>
    <w:rPr>
      <w:rFonts w:ascii="Arial" w:hAnsi="Arial"/>
      <w:szCs w:val="20"/>
    </w:rPr>
  </w:style>
  <w:style w:type="paragraph" w:styleId="aff6">
    <w:name w:val="Document Map"/>
    <w:basedOn w:val="a8"/>
    <w:link w:val="aff7"/>
    <w:rsid w:val="00C80A7F"/>
    <w:pPr>
      <w:shd w:val="clear" w:color="auto" w:fill="000080"/>
      <w:spacing w:before="60" w:after="60"/>
      <w:jc w:val="both"/>
    </w:pPr>
    <w:rPr>
      <w:rFonts w:ascii="Tahoma" w:hAnsi="Tahoma"/>
      <w:szCs w:val="20"/>
    </w:rPr>
  </w:style>
  <w:style w:type="character" w:customStyle="1" w:styleId="aff7">
    <w:name w:val="Схема документа Знак"/>
    <w:link w:val="aff6"/>
    <w:rsid w:val="00C80A7F"/>
    <w:rPr>
      <w:rFonts w:ascii="Tahoma" w:hAnsi="Tahoma"/>
      <w:sz w:val="24"/>
      <w:shd w:val="clear" w:color="auto" w:fill="000080"/>
    </w:rPr>
  </w:style>
  <w:style w:type="character" w:customStyle="1" w:styleId="aff8">
    <w:name w:val="Знак Знак"/>
    <w:rsid w:val="00C80A7F"/>
    <w:rPr>
      <w:sz w:val="24"/>
      <w:lang w:val="ru-RU" w:eastAsia="ru-RU" w:bidi="ar-SA"/>
    </w:rPr>
  </w:style>
  <w:style w:type="paragraph" w:customStyle="1" w:styleId="aff9">
    <w:name w:val="Обычный без отступа (центр)"/>
    <w:basedOn w:val="a8"/>
    <w:rsid w:val="00C80A7F"/>
    <w:pPr>
      <w:spacing w:before="40" w:after="40"/>
      <w:jc w:val="center"/>
    </w:pPr>
    <w:rPr>
      <w:bCs/>
      <w:sz w:val="26"/>
      <w:szCs w:val="20"/>
    </w:rPr>
  </w:style>
  <w:style w:type="paragraph" w:customStyle="1" w:styleId="affa">
    <w:name w:val="Обычный (веб)"/>
    <w:basedOn w:val="a8"/>
    <w:uiPriority w:val="99"/>
    <w:rsid w:val="00C80A7F"/>
    <w:pPr>
      <w:spacing w:before="100" w:beforeAutospacing="1" w:after="100" w:afterAutospacing="1"/>
    </w:pPr>
    <w:rPr>
      <w:color w:val="663300"/>
    </w:rPr>
  </w:style>
  <w:style w:type="paragraph" w:customStyle="1" w:styleId="Tabletext">
    <w:name w:val="Tabletext"/>
    <w:basedOn w:val="a8"/>
    <w:rsid w:val="00C80A7F"/>
    <w:pPr>
      <w:keepLines/>
      <w:widowControl w:val="0"/>
      <w:spacing w:after="120" w:line="240" w:lineRule="atLeast"/>
    </w:pPr>
    <w:rPr>
      <w:sz w:val="20"/>
      <w:szCs w:val="20"/>
      <w:lang w:val="en-US" w:eastAsia="en-US"/>
    </w:rPr>
  </w:style>
  <w:style w:type="paragraph" w:customStyle="1" w:styleId="13">
    <w:name w:val="Обычный1"/>
    <w:rsid w:val="00C80A7F"/>
    <w:pPr>
      <w:spacing w:before="100" w:after="100"/>
    </w:pPr>
    <w:rPr>
      <w:snapToGrid w:val="0"/>
      <w:sz w:val="24"/>
    </w:rPr>
  </w:style>
  <w:style w:type="paragraph" w:styleId="23">
    <w:name w:val="List Bullet 2"/>
    <w:basedOn w:val="a8"/>
    <w:rsid w:val="00C80A7F"/>
    <w:pPr>
      <w:autoSpaceDE w:val="0"/>
      <w:autoSpaceDN w:val="0"/>
      <w:spacing w:after="120"/>
      <w:ind w:left="566" w:hanging="283"/>
      <w:jc w:val="both"/>
    </w:pPr>
    <w:rPr>
      <w:sz w:val="22"/>
      <w:szCs w:val="22"/>
    </w:rPr>
  </w:style>
  <w:style w:type="paragraph" w:styleId="affb">
    <w:name w:val="List Bullet"/>
    <w:aliases w:val="List Bullet 1"/>
    <w:basedOn w:val="a8"/>
    <w:rsid w:val="00C80A7F"/>
    <w:pPr>
      <w:autoSpaceDE w:val="0"/>
      <w:autoSpaceDN w:val="0"/>
      <w:spacing w:after="120"/>
      <w:ind w:left="284" w:hanging="284"/>
      <w:jc w:val="both"/>
    </w:pPr>
  </w:style>
  <w:style w:type="paragraph" w:styleId="33">
    <w:name w:val="List Bullet 3"/>
    <w:basedOn w:val="a8"/>
    <w:rsid w:val="00C80A7F"/>
    <w:pPr>
      <w:autoSpaceDE w:val="0"/>
      <w:autoSpaceDN w:val="0"/>
      <w:spacing w:after="120"/>
      <w:ind w:left="849" w:hanging="283"/>
      <w:jc w:val="both"/>
    </w:pPr>
    <w:rPr>
      <w:sz w:val="22"/>
      <w:szCs w:val="22"/>
    </w:rPr>
  </w:style>
  <w:style w:type="paragraph" w:styleId="24">
    <w:name w:val="List 2"/>
    <w:basedOn w:val="a8"/>
    <w:rsid w:val="00C80A7F"/>
    <w:pPr>
      <w:spacing w:before="60" w:after="60"/>
      <w:ind w:left="566" w:hanging="283"/>
      <w:jc w:val="both"/>
    </w:pPr>
    <w:rPr>
      <w:szCs w:val="20"/>
    </w:rPr>
  </w:style>
  <w:style w:type="paragraph" w:styleId="34">
    <w:name w:val="Body Text 3"/>
    <w:basedOn w:val="a8"/>
    <w:link w:val="35"/>
    <w:rsid w:val="00C80A7F"/>
    <w:pPr>
      <w:spacing w:before="60"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C80A7F"/>
    <w:rPr>
      <w:sz w:val="16"/>
      <w:szCs w:val="16"/>
    </w:rPr>
  </w:style>
  <w:style w:type="character" w:customStyle="1" w:styleId="affc">
    <w:name w:val="знак сноски"/>
    <w:rsid w:val="00C80A7F"/>
    <w:rPr>
      <w:vertAlign w:val="superscript"/>
    </w:rPr>
  </w:style>
  <w:style w:type="character" w:customStyle="1" w:styleId="affd">
    <w:name w:val="знак примечания"/>
    <w:rsid w:val="00C80A7F"/>
    <w:rPr>
      <w:sz w:val="16"/>
      <w:szCs w:val="16"/>
    </w:rPr>
  </w:style>
  <w:style w:type="paragraph" w:customStyle="1" w:styleId="affe">
    <w:name w:val="текст примечания"/>
    <w:basedOn w:val="a8"/>
    <w:link w:val="afff"/>
    <w:rsid w:val="00C80A7F"/>
    <w:pPr>
      <w:autoSpaceDE w:val="0"/>
      <w:autoSpaceDN w:val="0"/>
      <w:spacing w:after="120"/>
      <w:ind w:firstLine="454"/>
      <w:jc w:val="both"/>
    </w:pPr>
    <w:rPr>
      <w:sz w:val="20"/>
      <w:szCs w:val="20"/>
    </w:rPr>
  </w:style>
  <w:style w:type="character" w:customStyle="1" w:styleId="afff">
    <w:name w:val="текст примечания Знак"/>
    <w:link w:val="affe"/>
    <w:rsid w:val="00C80A7F"/>
  </w:style>
  <w:style w:type="paragraph" w:styleId="5">
    <w:name w:val="List Bullet 5"/>
    <w:basedOn w:val="a8"/>
    <w:rsid w:val="00C80A7F"/>
    <w:pPr>
      <w:numPr>
        <w:numId w:val="7"/>
      </w:numPr>
      <w:tabs>
        <w:tab w:val="clear" w:pos="1492"/>
      </w:tabs>
      <w:autoSpaceDE w:val="0"/>
      <w:autoSpaceDN w:val="0"/>
      <w:spacing w:after="120"/>
      <w:ind w:left="1415" w:hanging="283"/>
      <w:jc w:val="both"/>
    </w:pPr>
    <w:rPr>
      <w:sz w:val="22"/>
      <w:szCs w:val="22"/>
    </w:rPr>
  </w:style>
  <w:style w:type="paragraph" w:styleId="afff0">
    <w:name w:val="caption"/>
    <w:basedOn w:val="a8"/>
    <w:next w:val="a8"/>
    <w:uiPriority w:val="35"/>
    <w:qFormat/>
    <w:rsid w:val="00C80A7F"/>
    <w:pPr>
      <w:widowControl w:val="0"/>
      <w:spacing w:before="120" w:after="120" w:line="240" w:lineRule="atLeast"/>
      <w:ind w:left="680"/>
      <w:jc w:val="both"/>
    </w:pPr>
    <w:rPr>
      <w:b/>
      <w:bCs/>
      <w:sz w:val="20"/>
      <w:szCs w:val="20"/>
      <w:lang w:val="en-US" w:eastAsia="en-US"/>
    </w:rPr>
  </w:style>
  <w:style w:type="paragraph" w:customStyle="1" w:styleId="BlockQuotationFirst">
    <w:name w:val="Block Quotation First"/>
    <w:basedOn w:val="a8"/>
    <w:next w:val="a8"/>
    <w:rsid w:val="00C80A7F"/>
    <w:pPr>
      <w:keepNext/>
      <w:shd w:val="pct20" w:color="auto" w:fill="auto"/>
      <w:spacing w:after="120" w:line="220" w:lineRule="atLeast"/>
      <w:ind w:left="1366" w:right="238"/>
      <w:jc w:val="both"/>
    </w:pPr>
    <w:rPr>
      <w:rFonts w:ascii="Arial" w:hAnsi="Arial"/>
      <w:b/>
      <w:spacing w:val="-5"/>
      <w:sz w:val="20"/>
      <w:szCs w:val="20"/>
      <w:lang w:val="en-US" w:eastAsia="en-US"/>
    </w:rPr>
  </w:style>
  <w:style w:type="paragraph" w:customStyle="1" w:styleId="14">
    <w:name w:val="Название документа 1"/>
    <w:basedOn w:val="a8"/>
    <w:rsid w:val="00C80A7F"/>
    <w:pPr>
      <w:spacing w:before="60" w:after="60"/>
      <w:jc w:val="center"/>
    </w:pPr>
    <w:rPr>
      <w:b/>
      <w:bCs/>
      <w:sz w:val="44"/>
      <w:szCs w:val="20"/>
    </w:rPr>
  </w:style>
  <w:style w:type="paragraph" w:styleId="HTML">
    <w:name w:val="HTML Preformatted"/>
    <w:basedOn w:val="a8"/>
    <w:link w:val="HTML0"/>
    <w:rsid w:val="00C80A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C80A7F"/>
    <w:rPr>
      <w:rFonts w:ascii="Courier New" w:hAnsi="Courier New" w:cs="Courier New"/>
    </w:rPr>
  </w:style>
  <w:style w:type="character" w:customStyle="1" w:styleId="110">
    <w:name w:val="Обычный 11"/>
    <w:rsid w:val="00C80A7F"/>
    <w:rPr>
      <w:sz w:val="22"/>
    </w:rPr>
  </w:style>
  <w:style w:type="paragraph" w:customStyle="1" w:styleId="InfoBlue">
    <w:name w:val="InfoBlue"/>
    <w:basedOn w:val="a8"/>
    <w:next w:val="aff0"/>
    <w:link w:val="InfoBlue0"/>
    <w:rsid w:val="00C80A7F"/>
    <w:pPr>
      <w:widowControl w:val="0"/>
      <w:spacing w:line="240" w:lineRule="atLeast"/>
      <w:jc w:val="both"/>
    </w:pPr>
    <w:rPr>
      <w:i/>
      <w:color w:val="0000FF"/>
      <w:sz w:val="20"/>
      <w:szCs w:val="20"/>
      <w:lang w:eastAsia="en-US"/>
    </w:rPr>
  </w:style>
  <w:style w:type="character" w:customStyle="1" w:styleId="InfoBlue0">
    <w:name w:val="InfoBlue Знак"/>
    <w:link w:val="InfoBlue"/>
    <w:rsid w:val="00C80A7F"/>
    <w:rPr>
      <w:i/>
      <w:color w:val="0000FF"/>
      <w:lang w:eastAsia="en-US"/>
    </w:rPr>
  </w:style>
  <w:style w:type="paragraph" w:customStyle="1" w:styleId="102">
    <w:name w:val="Стиль Первая строка:  1.02 см"/>
    <w:basedOn w:val="a8"/>
    <w:rsid w:val="00C80A7F"/>
    <w:pPr>
      <w:widowControl w:val="0"/>
      <w:spacing w:after="120" w:line="240" w:lineRule="atLeast"/>
      <w:ind w:firstLine="576"/>
      <w:jc w:val="both"/>
    </w:pPr>
    <w:rPr>
      <w:sz w:val="22"/>
      <w:szCs w:val="20"/>
      <w:lang w:eastAsia="en-US"/>
    </w:rPr>
  </w:style>
  <w:style w:type="paragraph" w:customStyle="1" w:styleId="a0">
    <w:name w:val="Функциональные требования"/>
    <w:basedOn w:val="a8"/>
    <w:rsid w:val="00C80A7F"/>
    <w:pPr>
      <w:widowControl w:val="0"/>
      <w:numPr>
        <w:numId w:val="9"/>
      </w:numPr>
      <w:spacing w:after="120" w:line="240" w:lineRule="atLeast"/>
      <w:jc w:val="both"/>
    </w:pPr>
    <w:rPr>
      <w:sz w:val="20"/>
      <w:szCs w:val="20"/>
      <w:lang w:eastAsia="en-US"/>
    </w:rPr>
  </w:style>
  <w:style w:type="paragraph" w:styleId="a">
    <w:name w:val="List Number"/>
    <w:basedOn w:val="a8"/>
    <w:rsid w:val="00C80A7F"/>
    <w:pPr>
      <w:numPr>
        <w:numId w:val="8"/>
      </w:numPr>
      <w:spacing w:before="60" w:after="60"/>
      <w:contextualSpacing/>
      <w:jc w:val="both"/>
    </w:pPr>
    <w:rPr>
      <w:szCs w:val="20"/>
    </w:rPr>
  </w:style>
  <w:style w:type="character" w:styleId="afff1">
    <w:name w:val="Emphasis"/>
    <w:uiPriority w:val="20"/>
    <w:qFormat/>
    <w:rsid w:val="00C80A7F"/>
    <w:rPr>
      <w:i/>
      <w:iCs/>
    </w:rPr>
  </w:style>
  <w:style w:type="paragraph" w:customStyle="1" w:styleId="afff2">
    <w:name w:val="Обычный.Текст"/>
    <w:rsid w:val="00C80A7F"/>
    <w:pPr>
      <w:ind w:firstLine="720"/>
      <w:jc w:val="both"/>
    </w:pPr>
    <w:rPr>
      <w:sz w:val="24"/>
    </w:rPr>
  </w:style>
  <w:style w:type="paragraph" w:customStyle="1" w:styleId="afff3">
    <w:name w:val="список иллюстраций"/>
    <w:basedOn w:val="a8"/>
    <w:next w:val="a8"/>
    <w:rsid w:val="00C80A7F"/>
    <w:pPr>
      <w:tabs>
        <w:tab w:val="right" w:leader="dot" w:pos="9101"/>
      </w:tabs>
      <w:jc w:val="center"/>
    </w:pPr>
    <w:rPr>
      <w:b/>
      <w:szCs w:val="20"/>
    </w:rPr>
  </w:style>
  <w:style w:type="paragraph" w:customStyle="1" w:styleId="a1">
    <w:name w:val="Список Задачи и Функции"/>
    <w:basedOn w:val="a8"/>
    <w:rsid w:val="00C80A7F"/>
    <w:pPr>
      <w:numPr>
        <w:numId w:val="10"/>
      </w:numPr>
      <w:spacing w:before="60" w:after="60"/>
      <w:jc w:val="both"/>
    </w:pPr>
    <w:rPr>
      <w:szCs w:val="20"/>
    </w:rPr>
  </w:style>
  <w:style w:type="paragraph" w:customStyle="1" w:styleId="102ArialNarrow9">
    <w:name w:val="Стиль Стиль Первая строка:  1.02 см + Arial Narrow 9 пт полужирны..."/>
    <w:basedOn w:val="102"/>
    <w:rsid w:val="00C80A7F"/>
    <w:pPr>
      <w:ind w:firstLine="0"/>
      <w:jc w:val="center"/>
    </w:pPr>
    <w:rPr>
      <w:b/>
      <w:bCs/>
      <w:sz w:val="18"/>
    </w:rPr>
  </w:style>
  <w:style w:type="paragraph" w:customStyle="1" w:styleId="102ArialNarrow90">
    <w:name w:val="Стиль Стиль Первая строка:  1.02 см + Arial Narrow 9 пт Первая ст..."/>
    <w:basedOn w:val="102"/>
    <w:rsid w:val="00C80A7F"/>
    <w:pPr>
      <w:ind w:firstLine="0"/>
    </w:pPr>
    <w:rPr>
      <w:sz w:val="18"/>
    </w:rPr>
  </w:style>
  <w:style w:type="paragraph" w:customStyle="1" w:styleId="102ArialNarrow91">
    <w:name w:val="Стиль Стиль Первая строка:  1.02 см + Arial Narrow 9 пт Первая ст...1"/>
    <w:basedOn w:val="102"/>
    <w:rsid w:val="00C80A7F"/>
    <w:pPr>
      <w:spacing w:after="0"/>
      <w:ind w:firstLine="0"/>
    </w:pPr>
    <w:rPr>
      <w:sz w:val="18"/>
    </w:rPr>
  </w:style>
  <w:style w:type="paragraph" w:customStyle="1" w:styleId="ArialNarrow90">
    <w:name w:val="Стиль Arial Narrow 9 пт После:  0 пт"/>
    <w:basedOn w:val="a8"/>
    <w:rsid w:val="00C80A7F"/>
    <w:pPr>
      <w:spacing w:before="60"/>
      <w:jc w:val="both"/>
    </w:pPr>
    <w:rPr>
      <w:sz w:val="18"/>
      <w:szCs w:val="20"/>
    </w:rPr>
  </w:style>
  <w:style w:type="paragraph" w:customStyle="1" w:styleId="ArialNarrow900">
    <w:name w:val="Стиль Arial Narrow 9 пт По центру После:  0 пт"/>
    <w:basedOn w:val="a8"/>
    <w:rsid w:val="00C80A7F"/>
    <w:pPr>
      <w:spacing w:before="60"/>
      <w:jc w:val="center"/>
    </w:pPr>
    <w:rPr>
      <w:sz w:val="18"/>
      <w:szCs w:val="20"/>
    </w:rPr>
  </w:style>
  <w:style w:type="paragraph" w:customStyle="1" w:styleId="ArialNarrow901">
    <w:name w:val="Стиль Arial Narrow 9 пт полужирный По центру После:  0 пт"/>
    <w:basedOn w:val="a8"/>
    <w:rsid w:val="00C80A7F"/>
    <w:pPr>
      <w:spacing w:before="60"/>
      <w:jc w:val="center"/>
    </w:pPr>
    <w:rPr>
      <w:b/>
      <w:bCs/>
      <w:sz w:val="18"/>
      <w:szCs w:val="20"/>
    </w:rPr>
  </w:style>
  <w:style w:type="paragraph" w:customStyle="1" w:styleId="ArialNarrow9">
    <w:name w:val="Стиль Основной текст + Arial Narrow 9 пт"/>
    <w:basedOn w:val="aff0"/>
    <w:rsid w:val="00C80A7F"/>
    <w:rPr>
      <w:sz w:val="18"/>
    </w:rPr>
  </w:style>
  <w:style w:type="paragraph" w:customStyle="1" w:styleId="infoblue1">
    <w:name w:val="infoblue"/>
    <w:basedOn w:val="a8"/>
    <w:rsid w:val="00C80A7F"/>
    <w:pPr>
      <w:spacing w:after="120" w:line="240" w:lineRule="atLeast"/>
      <w:ind w:left="720"/>
    </w:pPr>
    <w:rPr>
      <w:i/>
      <w:iCs/>
      <w:color w:val="0000FF"/>
      <w:sz w:val="20"/>
      <w:szCs w:val="20"/>
    </w:rPr>
  </w:style>
  <w:style w:type="paragraph" w:customStyle="1" w:styleId="TableHeading">
    <w:name w:val="Table Heading"/>
    <w:basedOn w:val="a8"/>
    <w:rsid w:val="00C80A7F"/>
    <w:pPr>
      <w:keepLines/>
      <w:suppressAutoHyphens/>
      <w:spacing w:after="200"/>
      <w:jc w:val="both"/>
    </w:pPr>
    <w:rPr>
      <w:rFonts w:ascii="Arial" w:hAnsi="Arial" w:cs="Tahoma"/>
      <w:b/>
      <w:color w:val="000000"/>
      <w:sz w:val="20"/>
      <w:szCs w:val="20"/>
      <w:lang w:val="en-GB" w:eastAsia="en-US"/>
    </w:rPr>
  </w:style>
  <w:style w:type="paragraph" w:customStyle="1" w:styleId="3">
    <w:name w:val="Заголовок3"/>
    <w:basedOn w:val="2"/>
    <w:next w:val="4"/>
    <w:rsid w:val="00C80A7F"/>
    <w:pPr>
      <w:numPr>
        <w:numId w:val="11"/>
      </w:numPr>
      <w:spacing w:before="240" w:after="60"/>
    </w:pPr>
    <w:rPr>
      <w:rFonts w:cs="Arial"/>
      <w:b w:val="0"/>
      <w:bCs/>
      <w:i/>
      <w:sz w:val="24"/>
      <w:szCs w:val="28"/>
      <w:lang w:eastAsia="en-US"/>
    </w:rPr>
  </w:style>
  <w:style w:type="paragraph" w:customStyle="1" w:styleId="1">
    <w:name w:val="Заголовок_1_"/>
    <w:basedOn w:val="a8"/>
    <w:rsid w:val="00C80A7F"/>
    <w:pPr>
      <w:numPr>
        <w:numId w:val="12"/>
      </w:numPr>
      <w:jc w:val="both"/>
    </w:pPr>
    <w:rPr>
      <w:b/>
      <w:sz w:val="28"/>
    </w:rPr>
  </w:style>
  <w:style w:type="paragraph" w:customStyle="1" w:styleId="afff4">
    <w:name w:val="Шапка у таблицы"/>
    <w:basedOn w:val="a8"/>
    <w:link w:val="afff5"/>
    <w:rsid w:val="00C80A7F"/>
    <w:pPr>
      <w:spacing w:before="240" w:line="276" w:lineRule="auto"/>
      <w:jc w:val="center"/>
    </w:pPr>
    <w:rPr>
      <w:rFonts w:ascii="Arial" w:hAnsi="Arial"/>
      <w:b/>
      <w:szCs w:val="22"/>
      <w:lang w:eastAsia="en-US"/>
    </w:rPr>
  </w:style>
  <w:style w:type="character" w:customStyle="1" w:styleId="afff5">
    <w:name w:val="Шапка у таблицы Знак"/>
    <w:link w:val="afff4"/>
    <w:locked/>
    <w:rsid w:val="00C80A7F"/>
    <w:rPr>
      <w:rFonts w:ascii="Arial" w:hAnsi="Arial"/>
      <w:b/>
      <w:sz w:val="24"/>
      <w:szCs w:val="22"/>
      <w:lang w:eastAsia="en-US"/>
    </w:rPr>
  </w:style>
  <w:style w:type="paragraph" w:customStyle="1" w:styleId="-">
    <w:name w:val="Приложение-назв_документа"/>
    <w:basedOn w:val="a8"/>
    <w:autoRedefine/>
    <w:rsid w:val="00C80A7F"/>
    <w:pPr>
      <w:widowControl w:val="0"/>
      <w:autoSpaceDE w:val="0"/>
      <w:autoSpaceDN w:val="0"/>
      <w:jc w:val="right"/>
    </w:pPr>
    <w:rPr>
      <w:i/>
      <w:iCs/>
      <w:kern w:val="24"/>
      <w:sz w:val="20"/>
    </w:rPr>
  </w:style>
  <w:style w:type="character" w:customStyle="1" w:styleId="apple-converted-space">
    <w:name w:val="apple-converted-space"/>
    <w:rsid w:val="00C80A7F"/>
  </w:style>
  <w:style w:type="character" w:customStyle="1" w:styleId="left">
    <w:name w:val="left"/>
    <w:rsid w:val="00C80A7F"/>
  </w:style>
  <w:style w:type="paragraph" w:customStyle="1" w:styleId="BulletList">
    <w:name w:val="Bullet List"/>
    <w:basedOn w:val="a8"/>
    <w:rsid w:val="00C80A7F"/>
    <w:pPr>
      <w:numPr>
        <w:numId w:val="13"/>
      </w:numPr>
      <w:spacing w:before="120" w:after="60"/>
      <w:jc w:val="both"/>
    </w:pPr>
    <w:rPr>
      <w:sz w:val="22"/>
      <w:lang w:val="en-GB" w:eastAsia="en-US"/>
    </w:rPr>
  </w:style>
  <w:style w:type="paragraph" w:styleId="afff6">
    <w:name w:val="Revision"/>
    <w:hidden/>
    <w:uiPriority w:val="99"/>
    <w:semiHidden/>
    <w:rsid w:val="008E6835"/>
    <w:rPr>
      <w:sz w:val="24"/>
      <w:szCs w:val="24"/>
    </w:rPr>
  </w:style>
  <w:style w:type="character" w:customStyle="1" w:styleId="af5">
    <w:name w:val="Абзац списка Знак"/>
    <w:aliases w:val="Содержание. 2 уровень Знак"/>
    <w:link w:val="af4"/>
    <w:uiPriority w:val="34"/>
    <w:locked/>
    <w:rsid w:val="00695465"/>
    <w:rPr>
      <w:rFonts w:ascii="Calibri" w:eastAsia="Calibri" w:hAnsi="Calibri"/>
      <w:sz w:val="22"/>
      <w:szCs w:val="22"/>
      <w:lang w:eastAsia="en-US"/>
    </w:rPr>
  </w:style>
  <w:style w:type="paragraph" w:styleId="afff7">
    <w:name w:val="No Spacing"/>
    <w:link w:val="afff8"/>
    <w:uiPriority w:val="1"/>
    <w:qFormat/>
    <w:rsid w:val="00187619"/>
    <w:pPr>
      <w:suppressAutoHyphens/>
    </w:pPr>
    <w:rPr>
      <w:sz w:val="24"/>
      <w:lang w:eastAsia="ar-SA"/>
    </w:rPr>
  </w:style>
  <w:style w:type="character" w:customStyle="1" w:styleId="af3">
    <w:name w:val="Текст выноски Знак"/>
    <w:basedOn w:val="a9"/>
    <w:link w:val="af2"/>
    <w:uiPriority w:val="99"/>
    <w:semiHidden/>
    <w:rsid w:val="00F620EE"/>
    <w:rPr>
      <w:rFonts w:ascii="Tahoma" w:hAnsi="Tahoma" w:cs="Tahoma"/>
      <w:sz w:val="16"/>
      <w:szCs w:val="16"/>
    </w:rPr>
  </w:style>
  <w:style w:type="paragraph" w:styleId="afff9">
    <w:name w:val="TOC Heading"/>
    <w:basedOn w:val="10"/>
    <w:next w:val="a8"/>
    <w:uiPriority w:val="39"/>
    <w:unhideWhenUsed/>
    <w:qFormat/>
    <w:rsid w:val="00F620EE"/>
    <w:pPr>
      <w:keepLines/>
      <w:spacing w:before="0" w:after="0"/>
      <w:ind w:left="432" w:hanging="432"/>
      <w:jc w:val="left"/>
      <w:outlineLvl w:val="9"/>
    </w:pPr>
    <w:rPr>
      <w:rFonts w:ascii="Arial Black" w:eastAsiaTheme="majorEastAsia" w:hAnsi="Arial Black" w:cstheme="majorBidi"/>
      <w:b w:val="0"/>
      <w:caps w:val="0"/>
      <w:kern w:val="0"/>
      <w:sz w:val="32"/>
      <w:szCs w:val="32"/>
    </w:rPr>
  </w:style>
  <w:style w:type="character" w:customStyle="1" w:styleId="afff8">
    <w:name w:val="Без интервала Знак"/>
    <w:basedOn w:val="a9"/>
    <w:link w:val="afff7"/>
    <w:uiPriority w:val="1"/>
    <w:rsid w:val="00F620EE"/>
    <w:rPr>
      <w:sz w:val="24"/>
      <w:lang w:eastAsia="ar-SA"/>
    </w:rPr>
  </w:style>
  <w:style w:type="character" w:customStyle="1" w:styleId="ae">
    <w:name w:val="Верхний колонтитул Знак"/>
    <w:basedOn w:val="a9"/>
    <w:link w:val="ad"/>
    <w:uiPriority w:val="99"/>
    <w:rsid w:val="00F620EE"/>
    <w:rPr>
      <w:sz w:val="24"/>
      <w:szCs w:val="24"/>
    </w:rPr>
  </w:style>
  <w:style w:type="paragraph" w:styleId="afffa">
    <w:name w:val="Subtitle"/>
    <w:basedOn w:val="a8"/>
    <w:next w:val="a8"/>
    <w:link w:val="afffb"/>
    <w:uiPriority w:val="11"/>
    <w:qFormat/>
    <w:rsid w:val="00F620EE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afffb">
    <w:name w:val="Подзаголовок Знак"/>
    <w:basedOn w:val="a9"/>
    <w:link w:val="afffa"/>
    <w:uiPriority w:val="11"/>
    <w:rsid w:val="00F620E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15">
    <w:name w:val="Неразрешенное упоминание1"/>
    <w:basedOn w:val="a9"/>
    <w:uiPriority w:val="99"/>
    <w:semiHidden/>
    <w:unhideWhenUsed/>
    <w:rsid w:val="00F620EE"/>
    <w:rPr>
      <w:color w:val="605E5C"/>
      <w:shd w:val="clear" w:color="auto" w:fill="E1DFDD"/>
    </w:rPr>
  </w:style>
  <w:style w:type="paragraph" w:customStyle="1" w:styleId="BusinessReq">
    <w:name w:val="BusinessReq"/>
    <w:basedOn w:val="a8"/>
    <w:qFormat/>
    <w:rsid w:val="00F620EE"/>
    <w:rPr>
      <w:rFonts w:ascii="Arial Black" w:hAnsi="Arial Black" w:cs="Calibri"/>
      <w:b/>
      <w:color w:val="000000"/>
      <w:sz w:val="18"/>
      <w:szCs w:val="18"/>
    </w:rPr>
  </w:style>
  <w:style w:type="character" w:styleId="afffc">
    <w:name w:val="FollowedHyperlink"/>
    <w:basedOn w:val="a9"/>
    <w:uiPriority w:val="99"/>
    <w:unhideWhenUsed/>
    <w:rsid w:val="00F620EE"/>
    <w:rPr>
      <w:color w:val="954F72" w:themeColor="followedHyperlink"/>
      <w:u w:val="single"/>
    </w:rPr>
  </w:style>
  <w:style w:type="paragraph" w:customStyle="1" w:styleId="msonormal0">
    <w:name w:val="msonormal"/>
    <w:basedOn w:val="a8"/>
    <w:rsid w:val="00F620EE"/>
    <w:pPr>
      <w:spacing w:before="100" w:beforeAutospacing="1" w:after="100" w:afterAutospacing="1"/>
    </w:pPr>
  </w:style>
  <w:style w:type="paragraph" w:styleId="afffd">
    <w:name w:val="Normal (Web)"/>
    <w:basedOn w:val="a8"/>
    <w:uiPriority w:val="99"/>
    <w:unhideWhenUsed/>
    <w:rsid w:val="00F620EE"/>
    <w:pPr>
      <w:spacing w:before="100" w:beforeAutospacing="1" w:after="100" w:afterAutospacing="1"/>
    </w:pPr>
  </w:style>
  <w:style w:type="character" w:styleId="afffe">
    <w:name w:val="Strong"/>
    <w:basedOn w:val="a9"/>
    <w:uiPriority w:val="22"/>
    <w:qFormat/>
    <w:rsid w:val="00F620EE"/>
    <w:rPr>
      <w:b/>
      <w:bCs/>
    </w:rPr>
  </w:style>
  <w:style w:type="paragraph" w:styleId="affff">
    <w:name w:val="endnote text"/>
    <w:basedOn w:val="a8"/>
    <w:link w:val="affff0"/>
    <w:uiPriority w:val="99"/>
    <w:unhideWhenUsed/>
    <w:rsid w:val="004F25FE"/>
    <w:rPr>
      <w:sz w:val="20"/>
      <w:szCs w:val="20"/>
    </w:rPr>
  </w:style>
  <w:style w:type="character" w:customStyle="1" w:styleId="affff0">
    <w:name w:val="Текст концевой сноски Знак"/>
    <w:basedOn w:val="a9"/>
    <w:link w:val="affff"/>
    <w:uiPriority w:val="99"/>
    <w:rsid w:val="004F25FE"/>
  </w:style>
  <w:style w:type="character" w:styleId="affff1">
    <w:name w:val="endnote reference"/>
    <w:basedOn w:val="a9"/>
    <w:uiPriority w:val="99"/>
    <w:unhideWhenUsed/>
    <w:rsid w:val="004F25FE"/>
    <w:rPr>
      <w:vertAlign w:val="superscript"/>
    </w:rPr>
  </w:style>
  <w:style w:type="paragraph" w:customStyle="1" w:styleId="Text">
    <w:name w:val="Text"/>
    <w:basedOn w:val="a8"/>
    <w:link w:val="Text0"/>
    <w:qFormat/>
    <w:rsid w:val="003B2F47"/>
    <w:pPr>
      <w:tabs>
        <w:tab w:val="right" w:pos="9356"/>
      </w:tabs>
      <w:jc w:val="both"/>
    </w:pPr>
    <w:rPr>
      <w:rFonts w:eastAsia="MS Mincho"/>
      <w:iCs/>
      <w:lang w:eastAsia="en-US"/>
    </w:rPr>
  </w:style>
  <w:style w:type="character" w:customStyle="1" w:styleId="Text0">
    <w:name w:val="Text Знак"/>
    <w:link w:val="Text"/>
    <w:rsid w:val="003B2F47"/>
    <w:rPr>
      <w:rFonts w:eastAsia="MS Mincho"/>
      <w:iCs/>
      <w:sz w:val="24"/>
      <w:szCs w:val="24"/>
      <w:lang w:eastAsia="en-US"/>
    </w:rPr>
  </w:style>
  <w:style w:type="character" w:customStyle="1" w:styleId="affff2">
    <w:name w:val="Термин"/>
    <w:rsid w:val="003B2F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3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notesFFF692\&#1041;&#1083;&#1072;&#1085;&#1082;%20&#1088;&#1072;&#1089;&#1087;&#1086;&#1088;&#1103;&#1078;&#1077;&#1085;&#1080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E049E-00A3-4777-95A1-50C3FE6DA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распоряжения.dot</Template>
  <TotalTime>62</TotalTime>
  <Pages>3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Links>
    <vt:vector size="204" baseType="variant">
      <vt:variant>
        <vt:i4>1114160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_Toc126510619</vt:lpwstr>
      </vt:variant>
      <vt:variant>
        <vt:i4>1114160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_Toc126510618</vt:lpwstr>
      </vt:variant>
      <vt:variant>
        <vt:i4>1114160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_Toc126510617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_Toc126510616</vt:lpwstr>
      </vt:variant>
      <vt:variant>
        <vt:i4>1114160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_Toc126510615</vt:lpwstr>
      </vt:variant>
      <vt:variant>
        <vt:i4>1114160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_Toc126510614</vt:lpwstr>
      </vt:variant>
      <vt:variant>
        <vt:i4>1114160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_Toc126510613</vt:lpwstr>
      </vt:variant>
      <vt:variant>
        <vt:i4>1114160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_Toc126510612</vt:lpwstr>
      </vt:variant>
      <vt:variant>
        <vt:i4>1114160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_Toc126510611</vt:lpwstr>
      </vt:variant>
      <vt:variant>
        <vt:i4>1114160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_Toc126510610</vt:lpwstr>
      </vt:variant>
      <vt:variant>
        <vt:i4>1048624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_Toc126510609</vt:lpwstr>
      </vt:variant>
      <vt:variant>
        <vt:i4>1048624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_Toc126510608</vt:lpwstr>
      </vt:variant>
      <vt:variant>
        <vt:i4>1048624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_Toc126510607</vt:lpwstr>
      </vt:variant>
      <vt:variant>
        <vt:i4>1048624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_Toc126510606</vt:lpwstr>
      </vt:variant>
      <vt:variant>
        <vt:i4>1048624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_Toc126510605</vt:lpwstr>
      </vt:variant>
      <vt:variant>
        <vt:i4>1048624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_Toc126510604</vt:lpwstr>
      </vt:variant>
      <vt:variant>
        <vt:i4>1048624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_Toc126510603</vt:lpwstr>
      </vt:variant>
      <vt:variant>
        <vt:i4>1048624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_Toc126510602</vt:lpwstr>
      </vt:variant>
      <vt:variant>
        <vt:i4>1048624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_Toc126510601</vt:lpwstr>
      </vt:variant>
      <vt:variant>
        <vt:i4>1048624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_Toc126510600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_Toc126510599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_Toc126510598</vt:lpwstr>
      </vt:variant>
      <vt:variant>
        <vt:i4>1638451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_Toc126510597</vt:lpwstr>
      </vt:variant>
      <vt:variant>
        <vt:i4>1638451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_Toc126510596</vt:lpwstr>
      </vt:variant>
      <vt:variant>
        <vt:i4>1638451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_Toc126510595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_Toc126510594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_Toc126510593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_Toc126510592</vt:lpwstr>
      </vt:variant>
      <vt:variant>
        <vt:i4>1638451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_Toc126510591</vt:lpwstr>
      </vt:variant>
      <vt:variant>
        <vt:i4>1638451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_Toc126510590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_Toc126510589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_Toc126510588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_Toc126510587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_Toc126510586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</dc:creator>
  <cp:keywords/>
  <cp:lastModifiedBy>Агент</cp:lastModifiedBy>
  <cp:revision>3</cp:revision>
  <cp:lastPrinted>2023-01-26T07:01:00Z</cp:lastPrinted>
  <dcterms:created xsi:type="dcterms:W3CDTF">2025-12-11T13:57:00Z</dcterms:created>
  <dcterms:modified xsi:type="dcterms:W3CDTF">2025-12-19T16:15:00Z</dcterms:modified>
</cp:coreProperties>
</file>